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A085D4" w14:textId="77777777" w:rsidR="008C4D44" w:rsidRDefault="008C4D44" w:rsidP="00B801C3">
      <w:pPr>
        <w:rPr>
          <w:rFonts w:ascii="Times New Roman" w:hAnsi="Times New Roman"/>
        </w:rPr>
      </w:pPr>
    </w:p>
    <w:p w14:paraId="2ACE5935" w14:textId="77777777" w:rsidR="008C4D44" w:rsidRDefault="008C4D44" w:rsidP="00B801C3">
      <w:pPr>
        <w:rPr>
          <w:rFonts w:ascii="Times New Roman" w:hAnsi="Times New Roman"/>
        </w:rPr>
      </w:pPr>
    </w:p>
    <w:p w14:paraId="143916F0" w14:textId="773AEE21" w:rsidR="00B801C3" w:rsidRPr="00B801C3" w:rsidRDefault="002726A3" w:rsidP="00B801C3">
      <w:pPr>
        <w:rPr>
          <w:rFonts w:ascii="Times New Roman" w:hAnsi="Times New Roman"/>
        </w:rPr>
      </w:pPr>
      <w:r w:rsidRPr="00F00368">
        <w:rPr>
          <w:noProof/>
        </w:rPr>
        <w:drawing>
          <wp:anchor distT="0" distB="0" distL="114300" distR="114300" simplePos="0" relativeHeight="251659264" behindDoc="0" locked="0" layoutInCell="1" allowOverlap="1" wp14:anchorId="06EBE91F" wp14:editId="1352A6A5">
            <wp:simplePos x="0" y="0"/>
            <wp:positionH relativeFrom="margin">
              <wp:align>right</wp:align>
            </wp:positionH>
            <wp:positionV relativeFrom="paragraph">
              <wp:posOffset>-899795</wp:posOffset>
            </wp:positionV>
            <wp:extent cx="1947545" cy="887095"/>
            <wp:effectExtent l="0" t="0" r="0" b="8255"/>
            <wp:wrapNone/>
            <wp:docPr id="3" name="Picture 3" descr="elektrilev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lektrilevi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7545" cy="8870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801C3" w:rsidRPr="00B801C3">
        <w:rPr>
          <w:rFonts w:ascii="Times New Roman" w:hAnsi="Times New Roman"/>
        </w:rPr>
        <w:t>Transpordiamet</w:t>
      </w:r>
    </w:p>
    <w:p w14:paraId="6D31C270" w14:textId="255312C9" w:rsidR="00B801C3" w:rsidRPr="00B801C3" w:rsidRDefault="00B801C3" w:rsidP="00B801C3">
      <w:pPr>
        <w:rPr>
          <w:rFonts w:ascii="Times New Roman" w:hAnsi="Times New Roman"/>
        </w:rPr>
      </w:pPr>
      <w:r w:rsidRPr="00B801C3">
        <w:rPr>
          <w:rFonts w:ascii="Times New Roman" w:hAnsi="Times New Roman"/>
        </w:rPr>
        <w:t>Valge 4, 11413 Tallinn</w:t>
      </w:r>
      <w:r w:rsidRPr="00B801C3">
        <w:rPr>
          <w:rFonts w:ascii="Times New Roman" w:hAnsi="Times New Roman"/>
        </w:rPr>
        <w:tab/>
      </w:r>
      <w:r w:rsidRPr="00B801C3">
        <w:rPr>
          <w:rFonts w:ascii="Times New Roman" w:hAnsi="Times New Roman"/>
        </w:rPr>
        <w:tab/>
      </w:r>
      <w:r w:rsidRPr="00B801C3">
        <w:rPr>
          <w:rFonts w:ascii="Times New Roman" w:hAnsi="Times New Roman"/>
        </w:rPr>
        <w:tab/>
      </w:r>
      <w:r w:rsidRPr="00B801C3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         </w:t>
      </w:r>
      <w:r w:rsidRPr="00B801C3">
        <w:rPr>
          <w:rFonts w:ascii="Times New Roman" w:hAnsi="Times New Roman"/>
        </w:rPr>
        <w:t xml:space="preserve"> Meie:</w:t>
      </w:r>
      <w:r w:rsidR="006D4B8F">
        <w:rPr>
          <w:rFonts w:ascii="Times New Roman" w:hAnsi="Times New Roman"/>
        </w:rPr>
        <w:t xml:space="preserve"> </w:t>
      </w:r>
      <w:r w:rsidR="00FA63CD">
        <w:rPr>
          <w:rFonts w:ascii="Times New Roman" w:hAnsi="Times New Roman"/>
        </w:rPr>
        <w:t>09.1</w:t>
      </w:r>
      <w:r w:rsidR="00BF687E">
        <w:rPr>
          <w:rFonts w:ascii="Times New Roman" w:hAnsi="Times New Roman"/>
        </w:rPr>
        <w:t>0</w:t>
      </w:r>
      <w:r w:rsidRPr="00B801C3">
        <w:rPr>
          <w:rFonts w:ascii="Times New Roman" w:hAnsi="Times New Roman"/>
        </w:rPr>
        <w:t>.202</w:t>
      </w:r>
      <w:r w:rsidR="00BF687E">
        <w:rPr>
          <w:rFonts w:ascii="Times New Roman" w:hAnsi="Times New Roman"/>
        </w:rPr>
        <w:t>3</w:t>
      </w:r>
      <w:r w:rsidRPr="00B801C3">
        <w:rPr>
          <w:rFonts w:ascii="Times New Roman" w:hAnsi="Times New Roman"/>
        </w:rPr>
        <w:t xml:space="preserve"> nr JV-MAA</w:t>
      </w:r>
      <w:r w:rsidR="00C77F19">
        <w:rPr>
          <w:rFonts w:ascii="Times New Roman" w:hAnsi="Times New Roman"/>
        </w:rPr>
        <w:t>-1</w:t>
      </w:r>
      <w:r w:rsidR="00601A66">
        <w:rPr>
          <w:rFonts w:ascii="Times New Roman" w:hAnsi="Times New Roman"/>
        </w:rPr>
        <w:t>/</w:t>
      </w:r>
      <w:r w:rsidR="00D053B1">
        <w:rPr>
          <w:rFonts w:ascii="Times New Roman" w:hAnsi="Times New Roman"/>
        </w:rPr>
        <w:t>4908</w:t>
      </w:r>
    </w:p>
    <w:p w14:paraId="28FD26F1" w14:textId="77777777" w:rsidR="00B801C3" w:rsidRPr="00B801C3" w:rsidRDefault="00B801C3" w:rsidP="00B801C3">
      <w:pPr>
        <w:rPr>
          <w:rFonts w:ascii="Times New Roman" w:hAnsi="Times New Roman"/>
        </w:rPr>
      </w:pPr>
      <w:r w:rsidRPr="00B801C3">
        <w:rPr>
          <w:rFonts w:ascii="Times New Roman" w:hAnsi="Times New Roman"/>
        </w:rPr>
        <w:t xml:space="preserve">e-posti aadress: info@transpordiamet.ee </w:t>
      </w:r>
    </w:p>
    <w:p w14:paraId="12CBC6E4" w14:textId="77777777" w:rsidR="00B801C3" w:rsidRPr="00B801C3" w:rsidRDefault="00B801C3" w:rsidP="00B801C3">
      <w:pPr>
        <w:rPr>
          <w:rFonts w:ascii="Times New Roman" w:hAnsi="Times New Roman"/>
          <w:b/>
        </w:rPr>
      </w:pPr>
    </w:p>
    <w:p w14:paraId="09C07A9D" w14:textId="0FD5FBCE" w:rsidR="00B801C3" w:rsidRDefault="00F9120F" w:rsidP="00B801C3">
      <w:pP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TAOTLUS </w:t>
      </w:r>
      <w:r w:rsidR="00C67098">
        <w:rPr>
          <w:rFonts w:ascii="Times New Roman" w:hAnsi="Times New Roman"/>
          <w:b/>
        </w:rPr>
        <w:t>TRANSPORDIMAALE</w:t>
      </w:r>
      <w:r w:rsidR="00B801C3" w:rsidRPr="00B801C3">
        <w:rPr>
          <w:rFonts w:ascii="Times New Roman" w:hAnsi="Times New Roman"/>
          <w:b/>
        </w:rPr>
        <w:t xml:space="preserve"> TEHNOVÕRGU JA -RAJATISE EHITAMISEKS JA TALUMISEKS VAJALIKU ISIKLIKU KASUTUSÕIGUSE SEADMISE LEPINGU SÕLMIMISEKS </w:t>
      </w:r>
    </w:p>
    <w:p w14:paraId="5329D932" w14:textId="77777777" w:rsidR="00B801C3" w:rsidRPr="00B801C3" w:rsidRDefault="00B801C3" w:rsidP="00B801C3">
      <w:pPr>
        <w:rPr>
          <w:rFonts w:ascii="Times New Roman" w:hAnsi="Times New Roman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52"/>
        <w:gridCol w:w="6399"/>
      </w:tblGrid>
      <w:tr w:rsidR="00B801C3" w:rsidRPr="00B801C3" w14:paraId="03291118" w14:textId="77777777" w:rsidTr="00FA63CD">
        <w:trPr>
          <w:trHeight w:val="430"/>
        </w:trPr>
        <w:tc>
          <w:tcPr>
            <w:tcW w:w="2852" w:type="dxa"/>
            <w:vMerge w:val="restart"/>
            <w:tcBorders>
              <w:right w:val="single" w:sz="4" w:space="0" w:color="auto"/>
            </w:tcBorders>
          </w:tcPr>
          <w:p w14:paraId="382C84B8" w14:textId="77777777" w:rsidR="00B801C3" w:rsidRPr="00B801C3" w:rsidRDefault="00B801C3" w:rsidP="00B801C3">
            <w:pPr>
              <w:rPr>
                <w:rFonts w:ascii="Times New Roman" w:hAnsi="Times New Roman"/>
                <w:b/>
              </w:rPr>
            </w:pPr>
            <w:r w:rsidRPr="00B801C3">
              <w:rPr>
                <w:rFonts w:ascii="Times New Roman" w:hAnsi="Times New Roman"/>
                <w:b/>
              </w:rPr>
              <w:t>TAOTLEJA</w:t>
            </w:r>
          </w:p>
          <w:p w14:paraId="1EEC5CB7" w14:textId="77777777" w:rsidR="00B801C3" w:rsidRPr="00B801C3" w:rsidRDefault="00B801C3" w:rsidP="00B801C3">
            <w:pPr>
              <w:rPr>
                <w:rFonts w:ascii="Times New Roman" w:hAnsi="Times New Roman"/>
                <w:b/>
              </w:rPr>
            </w:pPr>
            <w:r w:rsidRPr="00B801C3">
              <w:rPr>
                <w:rFonts w:ascii="Times New Roman" w:hAnsi="Times New Roman"/>
                <w:b/>
              </w:rPr>
              <w:t>ANDMED:</w:t>
            </w:r>
          </w:p>
          <w:p w14:paraId="6CAD9219" w14:textId="77777777" w:rsidR="00B801C3" w:rsidRPr="00B801C3" w:rsidRDefault="00B801C3" w:rsidP="00B801C3">
            <w:pPr>
              <w:rPr>
                <w:rFonts w:ascii="Times New Roman" w:hAnsi="Times New Roman"/>
              </w:rPr>
            </w:pPr>
          </w:p>
          <w:p w14:paraId="59CABD12" w14:textId="77777777" w:rsidR="00B801C3" w:rsidRPr="00B801C3" w:rsidRDefault="00B801C3" w:rsidP="00B801C3">
            <w:pPr>
              <w:rPr>
                <w:rFonts w:ascii="Times New Roman" w:hAnsi="Times New Roman"/>
              </w:rPr>
            </w:pPr>
          </w:p>
          <w:p w14:paraId="51C43C45" w14:textId="77777777" w:rsidR="00B801C3" w:rsidRPr="00B801C3" w:rsidRDefault="00B801C3" w:rsidP="00B801C3">
            <w:pPr>
              <w:rPr>
                <w:rFonts w:ascii="Times New Roman" w:hAnsi="Times New Roman"/>
              </w:rPr>
            </w:pPr>
          </w:p>
          <w:p w14:paraId="70491002" w14:textId="77777777" w:rsidR="00B801C3" w:rsidRPr="00B801C3" w:rsidRDefault="00B801C3" w:rsidP="00B801C3">
            <w:pPr>
              <w:rPr>
                <w:rFonts w:ascii="Times New Roman" w:hAnsi="Times New Roman"/>
              </w:rPr>
            </w:pPr>
          </w:p>
          <w:p w14:paraId="3DF820FA" w14:textId="77777777" w:rsidR="00B801C3" w:rsidRPr="00B801C3" w:rsidRDefault="00B801C3" w:rsidP="00B801C3">
            <w:pPr>
              <w:rPr>
                <w:rFonts w:ascii="Times New Roman" w:hAnsi="Times New Roman"/>
              </w:rPr>
            </w:pPr>
            <w:r w:rsidRPr="00B801C3">
              <w:rPr>
                <w:rFonts w:ascii="Times New Roman" w:hAnsi="Times New Roman"/>
              </w:rPr>
              <w:t xml:space="preserve">                                             </w:t>
            </w:r>
          </w:p>
        </w:tc>
        <w:tc>
          <w:tcPr>
            <w:tcW w:w="6399" w:type="dxa"/>
            <w:tcBorders>
              <w:left w:val="single" w:sz="4" w:space="0" w:color="auto"/>
            </w:tcBorders>
          </w:tcPr>
          <w:p w14:paraId="7315E139" w14:textId="77777777" w:rsidR="00B801C3" w:rsidRPr="00B801C3" w:rsidRDefault="00B801C3" w:rsidP="00B801C3">
            <w:pPr>
              <w:rPr>
                <w:rFonts w:ascii="Times New Roman" w:hAnsi="Times New Roman"/>
              </w:rPr>
            </w:pPr>
            <w:r w:rsidRPr="00B801C3">
              <w:rPr>
                <w:rFonts w:ascii="Times New Roman" w:hAnsi="Times New Roman"/>
              </w:rPr>
              <w:t>Nimi: Elektrilevi OÜ</w:t>
            </w:r>
          </w:p>
          <w:p w14:paraId="296E2FB6" w14:textId="77777777" w:rsidR="00B801C3" w:rsidRPr="00B801C3" w:rsidRDefault="00B801C3" w:rsidP="00B801C3">
            <w:pPr>
              <w:rPr>
                <w:rFonts w:ascii="Times New Roman" w:hAnsi="Times New Roman"/>
              </w:rPr>
            </w:pPr>
          </w:p>
        </w:tc>
      </w:tr>
      <w:tr w:rsidR="00B801C3" w:rsidRPr="00B801C3" w14:paraId="3EFC1DBD" w14:textId="77777777" w:rsidTr="00FA63CD">
        <w:trPr>
          <w:trHeight w:val="438"/>
        </w:trPr>
        <w:tc>
          <w:tcPr>
            <w:tcW w:w="2852" w:type="dxa"/>
            <w:vMerge/>
            <w:tcBorders>
              <w:right w:val="single" w:sz="4" w:space="0" w:color="auto"/>
            </w:tcBorders>
          </w:tcPr>
          <w:p w14:paraId="59816D21" w14:textId="77777777" w:rsidR="00B801C3" w:rsidRPr="00B801C3" w:rsidRDefault="00B801C3" w:rsidP="00B801C3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6399" w:type="dxa"/>
            <w:tcBorders>
              <w:left w:val="single" w:sz="4" w:space="0" w:color="auto"/>
            </w:tcBorders>
          </w:tcPr>
          <w:p w14:paraId="554479A9" w14:textId="77777777" w:rsidR="00B801C3" w:rsidRPr="00B801C3" w:rsidRDefault="00B801C3" w:rsidP="00B801C3">
            <w:pPr>
              <w:rPr>
                <w:rFonts w:ascii="Times New Roman" w:hAnsi="Times New Roman"/>
              </w:rPr>
            </w:pPr>
            <w:r w:rsidRPr="00B801C3">
              <w:rPr>
                <w:rFonts w:ascii="Times New Roman" w:hAnsi="Times New Roman"/>
              </w:rPr>
              <w:t>Registrikood: 11050857</w:t>
            </w:r>
          </w:p>
        </w:tc>
      </w:tr>
      <w:tr w:rsidR="00B801C3" w:rsidRPr="00B801C3" w14:paraId="4D69FA9B" w14:textId="77777777" w:rsidTr="00FA63CD">
        <w:trPr>
          <w:trHeight w:val="434"/>
        </w:trPr>
        <w:tc>
          <w:tcPr>
            <w:tcW w:w="2852" w:type="dxa"/>
            <w:vMerge/>
            <w:tcBorders>
              <w:right w:val="single" w:sz="4" w:space="0" w:color="auto"/>
            </w:tcBorders>
          </w:tcPr>
          <w:p w14:paraId="690DB13A" w14:textId="77777777" w:rsidR="00B801C3" w:rsidRPr="00B801C3" w:rsidRDefault="00B801C3" w:rsidP="00B801C3">
            <w:pPr>
              <w:rPr>
                <w:rFonts w:ascii="Times New Roman" w:hAnsi="Times New Roman"/>
              </w:rPr>
            </w:pPr>
            <w:bookmarkStart w:id="0" w:name="_Hlk38622158"/>
          </w:p>
        </w:tc>
        <w:tc>
          <w:tcPr>
            <w:tcW w:w="6399" w:type="dxa"/>
            <w:tcBorders>
              <w:left w:val="single" w:sz="4" w:space="0" w:color="auto"/>
            </w:tcBorders>
          </w:tcPr>
          <w:p w14:paraId="4D54E88B" w14:textId="5D0EBE78" w:rsidR="00B801C3" w:rsidRPr="00B801C3" w:rsidRDefault="00B801C3" w:rsidP="00B801C3">
            <w:pPr>
              <w:rPr>
                <w:rFonts w:ascii="Times New Roman" w:hAnsi="Times New Roman"/>
              </w:rPr>
            </w:pPr>
            <w:r w:rsidRPr="00B801C3">
              <w:rPr>
                <w:rFonts w:ascii="Times New Roman" w:hAnsi="Times New Roman"/>
              </w:rPr>
              <w:t xml:space="preserve">Lepingu allkirjastaja nimi: Andra </w:t>
            </w:r>
            <w:r w:rsidR="006D68E5">
              <w:rPr>
                <w:rFonts w:ascii="Times New Roman" w:hAnsi="Times New Roman"/>
              </w:rPr>
              <w:t>Mc</w:t>
            </w:r>
            <w:r w:rsidR="004E4954">
              <w:rPr>
                <w:rFonts w:ascii="Times New Roman" w:hAnsi="Times New Roman"/>
              </w:rPr>
              <w:t>Manus</w:t>
            </w:r>
          </w:p>
        </w:tc>
      </w:tr>
      <w:tr w:rsidR="00B801C3" w:rsidRPr="00B801C3" w14:paraId="6E9216FC" w14:textId="77777777" w:rsidTr="00FA63CD">
        <w:trPr>
          <w:trHeight w:val="715"/>
        </w:trPr>
        <w:tc>
          <w:tcPr>
            <w:tcW w:w="2852" w:type="dxa"/>
            <w:vMerge/>
            <w:tcBorders>
              <w:right w:val="single" w:sz="4" w:space="0" w:color="auto"/>
            </w:tcBorders>
          </w:tcPr>
          <w:p w14:paraId="75BFEB8A" w14:textId="77777777" w:rsidR="00B801C3" w:rsidRPr="00B801C3" w:rsidRDefault="00B801C3" w:rsidP="00B801C3">
            <w:pPr>
              <w:rPr>
                <w:rFonts w:ascii="Times New Roman" w:hAnsi="Times New Roman"/>
              </w:rPr>
            </w:pPr>
          </w:p>
        </w:tc>
        <w:tc>
          <w:tcPr>
            <w:tcW w:w="6399" w:type="dxa"/>
            <w:tcBorders>
              <w:left w:val="single" w:sz="4" w:space="0" w:color="auto"/>
            </w:tcBorders>
          </w:tcPr>
          <w:p w14:paraId="5EBC082A" w14:textId="77777777" w:rsidR="00B801C3" w:rsidRPr="00B801C3" w:rsidRDefault="00B801C3" w:rsidP="00B801C3">
            <w:pPr>
              <w:rPr>
                <w:rFonts w:ascii="Times New Roman" w:hAnsi="Times New Roman"/>
              </w:rPr>
            </w:pPr>
            <w:r w:rsidRPr="00B801C3">
              <w:rPr>
                <w:rFonts w:ascii="Times New Roman" w:hAnsi="Times New Roman"/>
              </w:rPr>
              <w:t>Vajadusel koopia lepingu allkirjastaja volikirjast, kui allkirjastamine toimub volituse alusel. (PDF-fail)</w:t>
            </w:r>
          </w:p>
        </w:tc>
      </w:tr>
      <w:bookmarkEnd w:id="0"/>
      <w:tr w:rsidR="00B801C3" w:rsidRPr="00B801C3" w14:paraId="77F4CF77" w14:textId="77777777" w:rsidTr="00FA63CD">
        <w:trPr>
          <w:trHeight w:val="430"/>
        </w:trPr>
        <w:tc>
          <w:tcPr>
            <w:tcW w:w="2852" w:type="dxa"/>
            <w:vMerge/>
            <w:tcBorders>
              <w:right w:val="single" w:sz="4" w:space="0" w:color="auto"/>
            </w:tcBorders>
          </w:tcPr>
          <w:p w14:paraId="7588B8AE" w14:textId="77777777" w:rsidR="00B801C3" w:rsidRPr="00B801C3" w:rsidRDefault="00B801C3" w:rsidP="00B801C3">
            <w:pPr>
              <w:rPr>
                <w:rFonts w:ascii="Times New Roman" w:hAnsi="Times New Roman"/>
              </w:rPr>
            </w:pPr>
          </w:p>
        </w:tc>
        <w:tc>
          <w:tcPr>
            <w:tcW w:w="6399" w:type="dxa"/>
            <w:tcBorders>
              <w:left w:val="single" w:sz="4" w:space="0" w:color="auto"/>
            </w:tcBorders>
          </w:tcPr>
          <w:p w14:paraId="1921E439" w14:textId="77777777" w:rsidR="00B801C3" w:rsidRPr="00B801C3" w:rsidRDefault="00B801C3" w:rsidP="00B801C3">
            <w:pPr>
              <w:rPr>
                <w:rFonts w:ascii="Times New Roman" w:hAnsi="Times New Roman"/>
              </w:rPr>
            </w:pPr>
            <w:r w:rsidRPr="00B801C3">
              <w:rPr>
                <w:rFonts w:ascii="Times New Roman" w:hAnsi="Times New Roman"/>
              </w:rPr>
              <w:t>Lepingu allkirjastaja e-posti aadress, telefoni number</w:t>
            </w:r>
          </w:p>
          <w:p w14:paraId="443D1FAC" w14:textId="271AD2CA" w:rsidR="00B801C3" w:rsidRPr="00B801C3" w:rsidRDefault="00000000" w:rsidP="00B801C3">
            <w:pPr>
              <w:rPr>
                <w:rFonts w:ascii="Times New Roman" w:hAnsi="Times New Roman"/>
              </w:rPr>
            </w:pPr>
            <w:hyperlink r:id="rId12" w:history="1">
              <w:r w:rsidR="00B801C3" w:rsidRPr="00B801C3">
                <w:rPr>
                  <w:rStyle w:val="Hyperlink"/>
                  <w:rFonts w:ascii="Times New Roman" w:hAnsi="Times New Roman"/>
                </w:rPr>
                <w:t>andra.sokk@energia.ee</w:t>
              </w:r>
            </w:hyperlink>
            <w:r w:rsidR="00B801C3" w:rsidRPr="00B801C3">
              <w:rPr>
                <w:rFonts w:ascii="Times New Roman" w:hAnsi="Times New Roman"/>
              </w:rPr>
              <w:t>, tel 512</w:t>
            </w:r>
            <w:r w:rsidR="00025DA6">
              <w:rPr>
                <w:rFonts w:ascii="Times New Roman" w:hAnsi="Times New Roman"/>
              </w:rPr>
              <w:t xml:space="preserve"> </w:t>
            </w:r>
            <w:r w:rsidR="00B801C3" w:rsidRPr="00B801C3">
              <w:rPr>
                <w:rFonts w:ascii="Times New Roman" w:hAnsi="Times New Roman"/>
              </w:rPr>
              <w:t>3441</w:t>
            </w:r>
          </w:p>
        </w:tc>
      </w:tr>
      <w:tr w:rsidR="00B801C3" w:rsidRPr="00B801C3" w14:paraId="56FB5E5C" w14:textId="77777777" w:rsidTr="00FA63CD">
        <w:trPr>
          <w:trHeight w:val="422"/>
        </w:trPr>
        <w:tc>
          <w:tcPr>
            <w:tcW w:w="2852" w:type="dxa"/>
            <w:vMerge w:val="restart"/>
            <w:tcBorders>
              <w:right w:val="single" w:sz="4" w:space="0" w:color="auto"/>
            </w:tcBorders>
          </w:tcPr>
          <w:p w14:paraId="05C7FB19" w14:textId="77777777" w:rsidR="00B801C3" w:rsidRPr="00B801C3" w:rsidRDefault="00B801C3" w:rsidP="00B801C3">
            <w:pPr>
              <w:rPr>
                <w:rFonts w:ascii="Times New Roman" w:hAnsi="Times New Roman"/>
                <w:b/>
                <w:bCs/>
              </w:rPr>
            </w:pPr>
            <w:r w:rsidRPr="00B801C3">
              <w:rPr>
                <w:rFonts w:ascii="Times New Roman" w:hAnsi="Times New Roman"/>
                <w:b/>
                <w:bCs/>
              </w:rPr>
              <w:t>TAOTLUSE MENETLEMISEL TAOTLEJA KONTAKTISIK</w:t>
            </w:r>
          </w:p>
        </w:tc>
        <w:tc>
          <w:tcPr>
            <w:tcW w:w="6399" w:type="dxa"/>
            <w:tcBorders>
              <w:left w:val="single" w:sz="4" w:space="0" w:color="auto"/>
            </w:tcBorders>
          </w:tcPr>
          <w:p w14:paraId="63F8B317" w14:textId="5CA6F25A" w:rsidR="00B801C3" w:rsidRPr="00B801C3" w:rsidRDefault="00B801C3" w:rsidP="00B801C3">
            <w:pPr>
              <w:rPr>
                <w:rFonts w:ascii="Times New Roman" w:hAnsi="Times New Roman"/>
              </w:rPr>
            </w:pPr>
            <w:r w:rsidRPr="00B801C3">
              <w:rPr>
                <w:rFonts w:ascii="Times New Roman" w:hAnsi="Times New Roman"/>
              </w:rPr>
              <w:t xml:space="preserve">Nimi: </w:t>
            </w:r>
            <w:r w:rsidR="00D22AF7">
              <w:rPr>
                <w:rFonts w:ascii="Times New Roman" w:hAnsi="Times New Roman"/>
              </w:rPr>
              <w:t>Avo Järv</w:t>
            </w:r>
          </w:p>
        </w:tc>
      </w:tr>
      <w:tr w:rsidR="00B801C3" w:rsidRPr="00B801C3" w14:paraId="37B599CA" w14:textId="77777777" w:rsidTr="00FA63CD">
        <w:trPr>
          <w:trHeight w:val="428"/>
        </w:trPr>
        <w:tc>
          <w:tcPr>
            <w:tcW w:w="2852" w:type="dxa"/>
            <w:vMerge/>
            <w:tcBorders>
              <w:right w:val="single" w:sz="4" w:space="0" w:color="auto"/>
            </w:tcBorders>
          </w:tcPr>
          <w:p w14:paraId="045FC392" w14:textId="77777777" w:rsidR="00B801C3" w:rsidRPr="00B801C3" w:rsidRDefault="00B801C3" w:rsidP="00B801C3">
            <w:pPr>
              <w:rPr>
                <w:rFonts w:ascii="Times New Roman" w:hAnsi="Times New Roman"/>
              </w:rPr>
            </w:pPr>
          </w:p>
        </w:tc>
        <w:tc>
          <w:tcPr>
            <w:tcW w:w="6399" w:type="dxa"/>
            <w:tcBorders>
              <w:left w:val="single" w:sz="4" w:space="0" w:color="auto"/>
            </w:tcBorders>
          </w:tcPr>
          <w:p w14:paraId="68DE6AD7" w14:textId="513173FF" w:rsidR="00B801C3" w:rsidRPr="00B801C3" w:rsidRDefault="00B801C3" w:rsidP="00B801C3">
            <w:pPr>
              <w:rPr>
                <w:rFonts w:ascii="Times New Roman" w:hAnsi="Times New Roman"/>
              </w:rPr>
            </w:pPr>
            <w:r w:rsidRPr="00B801C3">
              <w:rPr>
                <w:rFonts w:ascii="Times New Roman" w:hAnsi="Times New Roman"/>
              </w:rPr>
              <w:t xml:space="preserve">Tema  e-posti aadress, telefoni number: </w:t>
            </w:r>
            <w:hyperlink r:id="rId13" w:history="1">
              <w:r w:rsidR="00CA762F" w:rsidRPr="00CA762F">
                <w:rPr>
                  <w:rStyle w:val="Hyperlink"/>
                  <w:rFonts w:ascii="Times New Roman" w:hAnsi="Times New Roman"/>
                </w:rPr>
                <w:t>avo.jarv@energia.ee</w:t>
              </w:r>
            </w:hyperlink>
            <w:r w:rsidRPr="00B801C3">
              <w:rPr>
                <w:rFonts w:ascii="Times New Roman" w:hAnsi="Times New Roman"/>
              </w:rPr>
              <w:t xml:space="preserve">, </w:t>
            </w:r>
            <w:r w:rsidR="005D7A36" w:rsidRPr="00FA77D7">
              <w:rPr>
                <w:rFonts w:ascii="Times New Roman" w:hAnsi="Times New Roman"/>
              </w:rPr>
              <w:t>534 346 98</w:t>
            </w:r>
          </w:p>
        </w:tc>
      </w:tr>
      <w:tr w:rsidR="00B801C3" w:rsidRPr="00B801C3" w14:paraId="12049F25" w14:textId="77777777" w:rsidTr="00FA63CD">
        <w:trPr>
          <w:trHeight w:val="433"/>
        </w:trPr>
        <w:tc>
          <w:tcPr>
            <w:tcW w:w="2852" w:type="dxa"/>
            <w:vMerge/>
            <w:tcBorders>
              <w:right w:val="single" w:sz="4" w:space="0" w:color="auto"/>
            </w:tcBorders>
          </w:tcPr>
          <w:p w14:paraId="4CD9B27F" w14:textId="77777777" w:rsidR="00B801C3" w:rsidRPr="00B801C3" w:rsidRDefault="00B801C3" w:rsidP="00B801C3">
            <w:pPr>
              <w:rPr>
                <w:rFonts w:ascii="Times New Roman" w:hAnsi="Times New Roman"/>
              </w:rPr>
            </w:pPr>
          </w:p>
        </w:tc>
        <w:tc>
          <w:tcPr>
            <w:tcW w:w="6399" w:type="dxa"/>
            <w:tcBorders>
              <w:left w:val="single" w:sz="4" w:space="0" w:color="auto"/>
            </w:tcBorders>
          </w:tcPr>
          <w:p w14:paraId="56A1A35A" w14:textId="77777777" w:rsidR="00B801C3" w:rsidRPr="00B801C3" w:rsidRDefault="00B801C3" w:rsidP="00B801C3">
            <w:pPr>
              <w:rPr>
                <w:rFonts w:ascii="Times New Roman" w:hAnsi="Times New Roman"/>
              </w:rPr>
            </w:pPr>
            <w:r w:rsidRPr="00B801C3">
              <w:rPr>
                <w:rFonts w:ascii="Times New Roman" w:hAnsi="Times New Roman"/>
              </w:rPr>
              <w:t>Vajadusel esindusvolitus (PDF-fail)</w:t>
            </w:r>
          </w:p>
        </w:tc>
      </w:tr>
      <w:tr w:rsidR="00B801C3" w:rsidRPr="00B801C3" w14:paraId="59CFA6ED" w14:textId="77777777" w:rsidTr="00FA63CD">
        <w:trPr>
          <w:trHeight w:val="280"/>
        </w:trPr>
        <w:tc>
          <w:tcPr>
            <w:tcW w:w="2852" w:type="dxa"/>
            <w:tcBorders>
              <w:right w:val="single" w:sz="4" w:space="0" w:color="auto"/>
            </w:tcBorders>
          </w:tcPr>
          <w:p w14:paraId="565A140C" w14:textId="77777777" w:rsidR="00B801C3" w:rsidRPr="00B801C3" w:rsidRDefault="00B801C3" w:rsidP="00B801C3">
            <w:pPr>
              <w:rPr>
                <w:rFonts w:ascii="Times New Roman" w:hAnsi="Times New Roman"/>
                <w:b/>
              </w:rPr>
            </w:pPr>
            <w:r w:rsidRPr="00B801C3">
              <w:rPr>
                <w:rFonts w:ascii="Times New Roman" w:hAnsi="Times New Roman"/>
                <w:b/>
              </w:rPr>
              <w:t>TEHNORAJATISE PAIGALDAMISE EESMÄRK</w:t>
            </w:r>
          </w:p>
        </w:tc>
        <w:tc>
          <w:tcPr>
            <w:tcW w:w="6399" w:type="dxa"/>
            <w:tcBorders>
              <w:left w:val="single" w:sz="4" w:space="0" w:color="auto"/>
            </w:tcBorders>
          </w:tcPr>
          <w:p w14:paraId="58C006BF" w14:textId="77777777" w:rsidR="00B801C3" w:rsidRPr="00B801C3" w:rsidRDefault="00B801C3" w:rsidP="00B801C3">
            <w:pPr>
              <w:rPr>
                <w:rFonts w:ascii="Times New Roman" w:hAnsi="Times New Roman"/>
                <w:u w:val="single"/>
              </w:rPr>
            </w:pPr>
            <w:r w:rsidRPr="00B801C3">
              <w:rPr>
                <w:rFonts w:ascii="Times New Roman" w:hAnsi="Times New Roman"/>
              </w:rPr>
              <w:t>Tehnovõrk on vajalik avalikes huvides ning arenduskohustuse täitmiseks</w:t>
            </w:r>
          </w:p>
        </w:tc>
      </w:tr>
      <w:tr w:rsidR="00B801C3" w:rsidRPr="00B801C3" w14:paraId="58E0CD92" w14:textId="77777777" w:rsidTr="00FA63CD">
        <w:trPr>
          <w:trHeight w:val="598"/>
        </w:trPr>
        <w:tc>
          <w:tcPr>
            <w:tcW w:w="2852" w:type="dxa"/>
            <w:vMerge w:val="restart"/>
            <w:tcBorders>
              <w:right w:val="single" w:sz="4" w:space="0" w:color="auto"/>
            </w:tcBorders>
          </w:tcPr>
          <w:p w14:paraId="0E43AE43" w14:textId="77777777" w:rsidR="00B801C3" w:rsidRPr="00B801C3" w:rsidRDefault="00B801C3" w:rsidP="00B801C3">
            <w:pPr>
              <w:rPr>
                <w:rFonts w:ascii="Times New Roman" w:hAnsi="Times New Roman"/>
              </w:rPr>
            </w:pPr>
            <w:r w:rsidRPr="00B801C3">
              <w:rPr>
                <w:rFonts w:ascii="Times New Roman" w:hAnsi="Times New Roman"/>
                <w:b/>
              </w:rPr>
              <w:t>MAANTEEAMETIS KOOSKÕLASTATUD PROJEKTI ANDMED:</w:t>
            </w:r>
          </w:p>
        </w:tc>
        <w:tc>
          <w:tcPr>
            <w:tcW w:w="6399" w:type="dxa"/>
            <w:tcBorders>
              <w:left w:val="single" w:sz="4" w:space="0" w:color="auto"/>
            </w:tcBorders>
          </w:tcPr>
          <w:p w14:paraId="558103D9" w14:textId="77777777" w:rsidR="00B801C3" w:rsidRPr="00FA63CD" w:rsidRDefault="00B801C3" w:rsidP="00B801C3">
            <w:pPr>
              <w:rPr>
                <w:rFonts w:ascii="Times New Roman" w:hAnsi="Times New Roman"/>
              </w:rPr>
            </w:pPr>
            <w:r w:rsidRPr="00FA63CD">
              <w:rPr>
                <w:rFonts w:ascii="Times New Roman" w:hAnsi="Times New Roman"/>
              </w:rPr>
              <w:t xml:space="preserve">Projekti nimetus ja number:  </w:t>
            </w:r>
          </w:p>
          <w:p w14:paraId="517D8EEC" w14:textId="2DB7A609" w:rsidR="00B801C3" w:rsidRPr="00FA63CD" w:rsidRDefault="00FA63CD" w:rsidP="00B801C3">
            <w:pPr>
              <w:rPr>
                <w:rFonts w:ascii="Times New Roman" w:hAnsi="Times New Roman"/>
              </w:rPr>
            </w:pPr>
            <w:r w:rsidRPr="00FA63CD">
              <w:rPr>
                <w:rFonts w:ascii="Times New Roman" w:hAnsi="Times New Roman"/>
              </w:rPr>
              <w:t>Stromtec OÜ töö nr 23-87  „Havi tee 14, 16, 18, 20 ja 22 kinnistute liitumine elektrivõrguga Saku alevik, Saku vald, Harju maakond</w:t>
            </w:r>
            <w:r>
              <w:rPr>
                <w:rFonts w:ascii="Times New Roman" w:hAnsi="Times New Roman"/>
              </w:rPr>
              <w:t xml:space="preserve"> </w:t>
            </w:r>
            <w:r w:rsidRPr="00FA63CD">
              <w:rPr>
                <w:rFonts w:ascii="Times New Roman" w:hAnsi="Times New Roman"/>
              </w:rPr>
              <w:t xml:space="preserve"> LR9313“.</w:t>
            </w:r>
          </w:p>
        </w:tc>
      </w:tr>
      <w:tr w:rsidR="00B801C3" w:rsidRPr="00B801C3" w14:paraId="0755177A" w14:textId="77777777" w:rsidTr="00FA63CD">
        <w:trPr>
          <w:trHeight w:val="247"/>
        </w:trPr>
        <w:tc>
          <w:tcPr>
            <w:tcW w:w="2852" w:type="dxa"/>
            <w:vMerge/>
            <w:tcBorders>
              <w:right w:val="single" w:sz="4" w:space="0" w:color="auto"/>
            </w:tcBorders>
          </w:tcPr>
          <w:p w14:paraId="433B5213" w14:textId="77777777" w:rsidR="00B801C3" w:rsidRPr="00B801C3" w:rsidRDefault="00B801C3" w:rsidP="00B801C3">
            <w:pPr>
              <w:rPr>
                <w:rFonts w:ascii="Times New Roman" w:hAnsi="Times New Roman"/>
              </w:rPr>
            </w:pPr>
          </w:p>
        </w:tc>
        <w:tc>
          <w:tcPr>
            <w:tcW w:w="6399" w:type="dxa"/>
            <w:tcBorders>
              <w:left w:val="single" w:sz="4" w:space="0" w:color="auto"/>
            </w:tcBorders>
          </w:tcPr>
          <w:p w14:paraId="55C87C4A" w14:textId="76139E6A" w:rsidR="00B801C3" w:rsidRPr="00B801C3" w:rsidRDefault="00B801C3" w:rsidP="00B801C3">
            <w:pPr>
              <w:rPr>
                <w:rFonts w:ascii="Times New Roman" w:hAnsi="Times New Roman"/>
              </w:rPr>
            </w:pPr>
            <w:r w:rsidRPr="00B801C3">
              <w:rPr>
                <w:rFonts w:ascii="Times New Roman" w:hAnsi="Times New Roman"/>
              </w:rPr>
              <w:t xml:space="preserve">Projekti koostaja: </w:t>
            </w:r>
            <w:r>
              <w:t xml:space="preserve"> </w:t>
            </w:r>
            <w:r w:rsidR="00BF035E">
              <w:rPr>
                <w:rFonts w:ascii="Times New Roman" w:hAnsi="Times New Roman"/>
              </w:rPr>
              <w:t>Harri Laks</w:t>
            </w:r>
          </w:p>
        </w:tc>
      </w:tr>
      <w:tr w:rsidR="00B801C3" w:rsidRPr="00B801C3" w14:paraId="58516777" w14:textId="77777777" w:rsidTr="00FA63CD">
        <w:trPr>
          <w:trHeight w:val="598"/>
        </w:trPr>
        <w:tc>
          <w:tcPr>
            <w:tcW w:w="2852" w:type="dxa"/>
            <w:vMerge/>
            <w:tcBorders>
              <w:right w:val="single" w:sz="4" w:space="0" w:color="auto"/>
            </w:tcBorders>
          </w:tcPr>
          <w:p w14:paraId="667248B5" w14:textId="77777777" w:rsidR="00B801C3" w:rsidRPr="00B801C3" w:rsidRDefault="00B801C3" w:rsidP="00B801C3">
            <w:pPr>
              <w:rPr>
                <w:rFonts w:ascii="Times New Roman" w:hAnsi="Times New Roman"/>
              </w:rPr>
            </w:pPr>
          </w:p>
        </w:tc>
        <w:tc>
          <w:tcPr>
            <w:tcW w:w="6399" w:type="dxa"/>
            <w:tcBorders>
              <w:left w:val="single" w:sz="4" w:space="0" w:color="auto"/>
            </w:tcBorders>
          </w:tcPr>
          <w:p w14:paraId="495C3A18" w14:textId="130D8B3D" w:rsidR="00B801C3" w:rsidRPr="000E535F" w:rsidRDefault="00B801C3" w:rsidP="00B801C3">
            <w:pPr>
              <w:rPr>
                <w:rFonts w:ascii="Times New Roman" w:hAnsi="Times New Roman"/>
              </w:rPr>
            </w:pPr>
            <w:r w:rsidRPr="000E535F">
              <w:rPr>
                <w:rFonts w:ascii="Times New Roman" w:hAnsi="Times New Roman"/>
              </w:rPr>
              <w:t xml:space="preserve">Projekti </w:t>
            </w:r>
            <w:r w:rsidR="0095119C" w:rsidRPr="000E535F">
              <w:rPr>
                <w:rFonts w:ascii="Times New Roman" w:hAnsi="Times New Roman"/>
              </w:rPr>
              <w:t>Tra</w:t>
            </w:r>
            <w:r w:rsidR="00A21AA1" w:rsidRPr="000E535F">
              <w:rPr>
                <w:rFonts w:ascii="Times New Roman" w:hAnsi="Times New Roman"/>
              </w:rPr>
              <w:t>nspordi</w:t>
            </w:r>
            <w:r w:rsidRPr="000E535F">
              <w:rPr>
                <w:rFonts w:ascii="Times New Roman" w:hAnsi="Times New Roman"/>
              </w:rPr>
              <w:t xml:space="preserve">ameti kooskõlastuse vastuskirja seosviit:  </w:t>
            </w:r>
          </w:p>
          <w:p w14:paraId="722D8B99" w14:textId="1370B2C4" w:rsidR="00B801C3" w:rsidRPr="00B801C3" w:rsidRDefault="00FA63CD" w:rsidP="00B801C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04.10</w:t>
            </w:r>
            <w:r w:rsidR="00025DA6" w:rsidRPr="000E535F">
              <w:rPr>
                <w:rFonts w:ascii="Times New Roman" w:hAnsi="Times New Roman"/>
              </w:rPr>
              <w:t>.202</w:t>
            </w:r>
            <w:r w:rsidR="006E7138">
              <w:rPr>
                <w:rFonts w:ascii="Times New Roman" w:hAnsi="Times New Roman"/>
              </w:rPr>
              <w:t>3</w:t>
            </w:r>
            <w:r w:rsidR="00025DA6" w:rsidRPr="000E535F">
              <w:rPr>
                <w:rFonts w:ascii="Times New Roman" w:hAnsi="Times New Roman"/>
              </w:rPr>
              <w:t xml:space="preserve"> nr </w:t>
            </w:r>
            <w:r w:rsidR="000E535F" w:rsidRPr="000E535F">
              <w:rPr>
                <w:rFonts w:ascii="Times New Roman" w:hAnsi="Times New Roman"/>
              </w:rPr>
              <w:t>7.1-2/2</w:t>
            </w:r>
            <w:r w:rsidR="006E7138">
              <w:rPr>
                <w:rFonts w:ascii="Times New Roman" w:hAnsi="Times New Roman"/>
              </w:rPr>
              <w:t>3</w:t>
            </w:r>
            <w:r w:rsidR="000E535F" w:rsidRPr="000E535F">
              <w:rPr>
                <w:rFonts w:ascii="Times New Roman" w:hAnsi="Times New Roman"/>
              </w:rPr>
              <w:t>/</w:t>
            </w:r>
            <w:r>
              <w:rPr>
                <w:rFonts w:ascii="Times New Roman" w:hAnsi="Times New Roman"/>
              </w:rPr>
              <w:t>16865</w:t>
            </w:r>
            <w:r w:rsidR="00C975FB">
              <w:rPr>
                <w:rFonts w:ascii="Times New Roman" w:hAnsi="Times New Roman"/>
              </w:rPr>
              <w:t>-4</w:t>
            </w:r>
          </w:p>
        </w:tc>
      </w:tr>
      <w:tr w:rsidR="00B801C3" w:rsidRPr="00B801C3" w14:paraId="51E2B8BB" w14:textId="77777777" w:rsidTr="00FA63CD">
        <w:trPr>
          <w:trHeight w:val="425"/>
        </w:trPr>
        <w:tc>
          <w:tcPr>
            <w:tcW w:w="2852" w:type="dxa"/>
            <w:tcBorders>
              <w:left w:val="single" w:sz="4" w:space="0" w:color="auto"/>
              <w:right w:val="single" w:sz="4" w:space="0" w:color="auto"/>
            </w:tcBorders>
          </w:tcPr>
          <w:p w14:paraId="45FB15E0" w14:textId="77777777" w:rsidR="00B801C3" w:rsidRPr="00B801C3" w:rsidRDefault="00B801C3" w:rsidP="00B801C3">
            <w:pPr>
              <w:rPr>
                <w:rFonts w:ascii="Times New Roman" w:hAnsi="Times New Roman"/>
                <w:b/>
              </w:rPr>
            </w:pPr>
            <w:r w:rsidRPr="00B801C3">
              <w:rPr>
                <w:rFonts w:ascii="Times New Roman" w:hAnsi="Times New Roman"/>
                <w:b/>
              </w:rPr>
              <w:t>1. KOORMATAVA</w:t>
            </w:r>
          </w:p>
          <w:p w14:paraId="4C82FD74" w14:textId="77777777" w:rsidR="00B801C3" w:rsidRPr="00B801C3" w:rsidRDefault="00B801C3" w:rsidP="00B801C3">
            <w:pPr>
              <w:rPr>
                <w:rFonts w:ascii="Times New Roman" w:hAnsi="Times New Roman"/>
                <w:b/>
              </w:rPr>
            </w:pPr>
            <w:r w:rsidRPr="00B801C3">
              <w:rPr>
                <w:rFonts w:ascii="Times New Roman" w:hAnsi="Times New Roman"/>
                <w:b/>
              </w:rPr>
              <w:t>RIIGITEE ANDMED:</w:t>
            </w:r>
          </w:p>
        </w:tc>
        <w:tc>
          <w:tcPr>
            <w:tcW w:w="6399" w:type="dxa"/>
            <w:tcBorders>
              <w:left w:val="single" w:sz="4" w:space="0" w:color="auto"/>
            </w:tcBorders>
          </w:tcPr>
          <w:p w14:paraId="58422521" w14:textId="77777777" w:rsidR="00B801C3" w:rsidRPr="00B801C3" w:rsidRDefault="00B801C3" w:rsidP="00B801C3">
            <w:pPr>
              <w:rPr>
                <w:rFonts w:ascii="Times New Roman" w:hAnsi="Times New Roman"/>
              </w:rPr>
            </w:pPr>
            <w:r w:rsidRPr="00B801C3">
              <w:rPr>
                <w:rFonts w:ascii="Times New Roman" w:hAnsi="Times New Roman"/>
              </w:rPr>
              <w:t>Number ja nimetus: (MKM 25.06.2015. a määruse nr 72 järgi)</w:t>
            </w:r>
          </w:p>
          <w:p w14:paraId="7C974298" w14:textId="13A48591" w:rsidR="00B801C3" w:rsidRPr="00B801C3" w:rsidRDefault="00FA63CD" w:rsidP="00B801C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11345</w:t>
            </w:r>
            <w:r w:rsidR="00704C53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Rahula-Saku tee</w:t>
            </w:r>
          </w:p>
        </w:tc>
      </w:tr>
      <w:tr w:rsidR="00C77651" w:rsidRPr="00B801C3" w14:paraId="2974EED6" w14:textId="77777777" w:rsidTr="00FA63CD">
        <w:trPr>
          <w:trHeight w:val="475"/>
        </w:trPr>
        <w:tc>
          <w:tcPr>
            <w:tcW w:w="2852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64B50CA1" w14:textId="77777777" w:rsidR="00C77651" w:rsidRPr="00B801C3" w:rsidRDefault="00C77651" w:rsidP="00C77651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6399" w:type="dxa"/>
            <w:tcBorders>
              <w:left w:val="single" w:sz="4" w:space="0" w:color="auto"/>
            </w:tcBorders>
          </w:tcPr>
          <w:p w14:paraId="10B27666" w14:textId="48382D0F" w:rsidR="00C77651" w:rsidRPr="00B801C3" w:rsidRDefault="00C77651" w:rsidP="00C7765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Katastrit</w:t>
            </w:r>
            <w:r w:rsidRPr="00B801C3">
              <w:rPr>
                <w:rFonts w:ascii="Times New Roman" w:hAnsi="Times New Roman"/>
              </w:rPr>
              <w:t xml:space="preserve">unnus:  </w:t>
            </w:r>
            <w:r>
              <w:t xml:space="preserve">  </w:t>
            </w:r>
            <w:r w:rsidR="00FA63CD">
              <w:rPr>
                <w:rFonts w:ascii="Times New Roman" w:hAnsi="Times New Roman"/>
              </w:rPr>
              <w:t>71801:005:0651</w:t>
            </w:r>
            <w:r w:rsidR="00ED3888">
              <w:rPr>
                <w:rFonts w:ascii="Times New Roman" w:hAnsi="Times New Roman"/>
              </w:rPr>
              <w:t xml:space="preserve"> </w:t>
            </w:r>
          </w:p>
        </w:tc>
      </w:tr>
      <w:tr w:rsidR="00C77651" w:rsidRPr="00B801C3" w14:paraId="2799306D" w14:textId="77777777" w:rsidTr="00FA63CD">
        <w:trPr>
          <w:trHeight w:val="425"/>
        </w:trPr>
        <w:tc>
          <w:tcPr>
            <w:tcW w:w="2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8A1019" w14:textId="77777777" w:rsidR="00C77651" w:rsidRPr="00B801C3" w:rsidRDefault="00C77651" w:rsidP="00C77651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6399" w:type="dxa"/>
            <w:tcBorders>
              <w:left w:val="single" w:sz="4" w:space="0" w:color="auto"/>
            </w:tcBorders>
          </w:tcPr>
          <w:p w14:paraId="39986CF8" w14:textId="36F84DB7" w:rsidR="00C77651" w:rsidRPr="00B801C3" w:rsidRDefault="00C77651" w:rsidP="00C77651">
            <w:pPr>
              <w:rPr>
                <w:rFonts w:ascii="Times New Roman" w:hAnsi="Times New Roman"/>
              </w:rPr>
            </w:pPr>
            <w:r w:rsidRPr="00B801C3">
              <w:rPr>
                <w:rFonts w:ascii="Times New Roman" w:hAnsi="Times New Roman"/>
              </w:rPr>
              <w:t>Lähiaadress</w:t>
            </w:r>
            <w:r>
              <w:rPr>
                <w:rFonts w:ascii="Times New Roman" w:hAnsi="Times New Roman"/>
              </w:rPr>
              <w:t>:</w:t>
            </w:r>
            <w:r>
              <w:t xml:space="preserve"> </w:t>
            </w:r>
            <w:r w:rsidR="00FA63CD">
              <w:rPr>
                <w:rFonts w:ascii="Times New Roman" w:hAnsi="Times New Roman"/>
              </w:rPr>
              <w:t>Saku vald, Saku alevik</w:t>
            </w:r>
            <w:r w:rsidR="00E54EB8">
              <w:rPr>
                <w:rFonts w:ascii="Times New Roman" w:hAnsi="Times New Roman"/>
              </w:rPr>
              <w:t xml:space="preserve">, </w:t>
            </w:r>
            <w:r w:rsidR="00BA6639">
              <w:rPr>
                <w:rFonts w:ascii="Times New Roman" w:hAnsi="Times New Roman"/>
              </w:rPr>
              <w:t xml:space="preserve"> </w:t>
            </w:r>
            <w:r w:rsidR="00FA63CD">
              <w:rPr>
                <w:rFonts w:ascii="Times New Roman" w:hAnsi="Times New Roman"/>
              </w:rPr>
              <w:t>11345 Rahula-Saku</w:t>
            </w:r>
            <w:r w:rsidR="00243817">
              <w:rPr>
                <w:rFonts w:ascii="Times New Roman" w:hAnsi="Times New Roman"/>
              </w:rPr>
              <w:t xml:space="preserve"> tee</w:t>
            </w:r>
          </w:p>
        </w:tc>
      </w:tr>
      <w:tr w:rsidR="00C77651" w:rsidRPr="00B801C3" w14:paraId="616548FD" w14:textId="77777777" w:rsidTr="00FA63CD">
        <w:trPr>
          <w:trHeight w:val="425"/>
        </w:trPr>
        <w:tc>
          <w:tcPr>
            <w:tcW w:w="2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C50178" w14:textId="77777777" w:rsidR="00C77651" w:rsidRPr="00B801C3" w:rsidRDefault="00C77651" w:rsidP="00C77651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6399" w:type="dxa"/>
            <w:tcBorders>
              <w:left w:val="single" w:sz="4" w:space="0" w:color="auto"/>
            </w:tcBorders>
          </w:tcPr>
          <w:p w14:paraId="63482B1A" w14:textId="1760BA5E" w:rsidR="00C77651" w:rsidRPr="00534055" w:rsidRDefault="00C77651" w:rsidP="00C77651">
            <w:pPr>
              <w:rPr>
                <w:rFonts w:ascii="Times New Roman" w:hAnsi="Times New Roman"/>
                <w:i/>
              </w:rPr>
            </w:pPr>
            <w:r w:rsidRPr="00B801C3">
              <w:rPr>
                <w:rFonts w:ascii="Times New Roman" w:hAnsi="Times New Roman"/>
              </w:rPr>
              <w:t>Kinnistusraamatu registriosa nr:</w:t>
            </w:r>
            <w:r w:rsidRPr="00B801C3">
              <w:rPr>
                <w:rFonts w:ascii="Times New Roman" w:hAnsi="Times New Roman"/>
                <w:i/>
              </w:rPr>
              <w:t xml:space="preserve"> </w:t>
            </w:r>
            <w:r>
              <w:t xml:space="preserve">  </w:t>
            </w:r>
            <w:r w:rsidR="00FA63CD">
              <w:rPr>
                <w:rFonts w:ascii="Times New Roman" w:hAnsi="Times New Roman"/>
              </w:rPr>
              <w:t>9718150</w:t>
            </w:r>
          </w:p>
          <w:p w14:paraId="06D62C11" w14:textId="77777777" w:rsidR="00C77651" w:rsidRPr="00B801C3" w:rsidRDefault="00C77651" w:rsidP="00C77651">
            <w:pPr>
              <w:rPr>
                <w:rFonts w:ascii="Times New Roman" w:hAnsi="Times New Roman"/>
              </w:rPr>
            </w:pPr>
          </w:p>
        </w:tc>
      </w:tr>
      <w:tr w:rsidR="002E5106" w:rsidRPr="00B801C3" w14:paraId="1ABE5D2C" w14:textId="77777777" w:rsidTr="00FA63CD">
        <w:trPr>
          <w:trHeight w:val="425"/>
        </w:trPr>
        <w:tc>
          <w:tcPr>
            <w:tcW w:w="2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B289C" w14:textId="77777777" w:rsidR="002E5106" w:rsidRPr="00B801C3" w:rsidRDefault="002E5106" w:rsidP="00C77651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6399" w:type="dxa"/>
            <w:tcBorders>
              <w:left w:val="single" w:sz="4" w:space="0" w:color="auto"/>
            </w:tcBorders>
          </w:tcPr>
          <w:p w14:paraId="3AD1B94C" w14:textId="6FE046CE" w:rsidR="002E5106" w:rsidRPr="00B801C3" w:rsidRDefault="00B60550" w:rsidP="00C7765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Soovime maaüksusele ehitada:</w:t>
            </w:r>
            <w:r w:rsidR="00FD4512">
              <w:rPr>
                <w:rFonts w:ascii="Times New Roman" w:hAnsi="Times New Roman"/>
              </w:rPr>
              <w:t xml:space="preserve"> </w:t>
            </w:r>
            <w:r w:rsidR="00697A7B">
              <w:rPr>
                <w:rFonts w:ascii="Times New Roman" w:hAnsi="Times New Roman"/>
              </w:rPr>
              <w:t>keskpinge</w:t>
            </w:r>
            <w:r w:rsidR="002545FF">
              <w:rPr>
                <w:rFonts w:ascii="Times New Roman" w:hAnsi="Times New Roman"/>
              </w:rPr>
              <w:t xml:space="preserve"> </w:t>
            </w:r>
            <w:r w:rsidR="00AA4DC2">
              <w:rPr>
                <w:rFonts w:ascii="Times New Roman" w:hAnsi="Times New Roman"/>
              </w:rPr>
              <w:t>maakaabelliini</w:t>
            </w:r>
            <w:r w:rsidR="00326C2D">
              <w:rPr>
                <w:rFonts w:ascii="Times New Roman" w:hAnsi="Times New Roman"/>
              </w:rPr>
              <w:t xml:space="preserve"> </w:t>
            </w:r>
            <w:r w:rsidR="00AA4DC2">
              <w:rPr>
                <w:rFonts w:ascii="Times New Roman" w:hAnsi="Times New Roman"/>
              </w:rPr>
              <w:t>kaitsetorus</w:t>
            </w:r>
            <w:r w:rsidR="0056475E">
              <w:rPr>
                <w:rFonts w:ascii="Times New Roman" w:hAnsi="Times New Roman"/>
              </w:rPr>
              <w:t xml:space="preserve"> </w:t>
            </w:r>
            <w:r w:rsidR="00BB6BBE">
              <w:rPr>
                <w:rFonts w:ascii="Times New Roman" w:hAnsi="Times New Roman"/>
              </w:rPr>
              <w:t xml:space="preserve">ristumine </w:t>
            </w:r>
            <w:r w:rsidR="007C0443">
              <w:rPr>
                <w:rFonts w:ascii="Times New Roman" w:hAnsi="Times New Roman"/>
              </w:rPr>
              <w:t xml:space="preserve">km </w:t>
            </w:r>
            <w:r w:rsidR="00FA63CD">
              <w:rPr>
                <w:rFonts w:ascii="Times New Roman" w:hAnsi="Times New Roman"/>
              </w:rPr>
              <w:t>7,49</w:t>
            </w:r>
            <w:r w:rsidR="00544A85">
              <w:rPr>
                <w:rFonts w:ascii="Times New Roman" w:hAnsi="Times New Roman"/>
              </w:rPr>
              <w:t xml:space="preserve">. </w:t>
            </w:r>
            <w:r w:rsidR="00AA4DC2">
              <w:rPr>
                <w:rFonts w:ascii="Times New Roman" w:hAnsi="Times New Roman"/>
              </w:rPr>
              <w:t>Isiliku kasutusõiguse ala</w:t>
            </w:r>
            <w:r w:rsidR="007675DB">
              <w:rPr>
                <w:rFonts w:ascii="Times New Roman" w:hAnsi="Times New Roman"/>
              </w:rPr>
              <w:t xml:space="preserve">d </w:t>
            </w:r>
            <w:r w:rsidR="00FA63CD">
              <w:rPr>
                <w:rFonts w:ascii="Times New Roman" w:hAnsi="Times New Roman"/>
              </w:rPr>
              <w:t>42</w:t>
            </w:r>
            <w:r w:rsidR="007675DB">
              <w:rPr>
                <w:rFonts w:ascii="Times New Roman" w:hAnsi="Times New Roman"/>
              </w:rPr>
              <w:t xml:space="preserve"> m</w:t>
            </w:r>
            <w:r w:rsidR="007675DB" w:rsidRPr="00400DD2">
              <w:rPr>
                <w:rFonts w:ascii="Times New Roman" w:hAnsi="Times New Roman"/>
                <w:vertAlign w:val="superscript"/>
              </w:rPr>
              <w:t>2</w:t>
            </w:r>
            <w:r w:rsidR="004E4F69">
              <w:rPr>
                <w:rFonts w:ascii="Times New Roman" w:hAnsi="Times New Roman"/>
              </w:rPr>
              <w:t>.</w:t>
            </w:r>
          </w:p>
        </w:tc>
      </w:tr>
      <w:tr w:rsidR="00866D30" w:rsidRPr="00B801C3" w14:paraId="6142EDBD" w14:textId="77777777" w:rsidTr="00FA63CD">
        <w:trPr>
          <w:trHeight w:val="467"/>
        </w:trPr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E6E94" w14:textId="79716E08" w:rsidR="00866D30" w:rsidRPr="00561EC0" w:rsidRDefault="00866D30" w:rsidP="00866D30">
            <w:pPr>
              <w:rPr>
                <w:rFonts w:ascii="Times New Roman" w:hAnsi="Times New Roman"/>
                <w:b/>
              </w:rPr>
            </w:pPr>
            <w:r w:rsidRPr="00B801C3">
              <w:rPr>
                <w:rFonts w:ascii="Times New Roman" w:hAnsi="Times New Roman"/>
                <w:b/>
              </w:rPr>
              <w:lastRenderedPageBreak/>
              <w:t>T</w:t>
            </w:r>
            <w:r>
              <w:rPr>
                <w:rFonts w:ascii="Times New Roman" w:hAnsi="Times New Roman"/>
                <w:b/>
              </w:rPr>
              <w:t>AOTLUSELE LISATUD DOKUMENDID.</w:t>
            </w:r>
          </w:p>
        </w:tc>
        <w:tc>
          <w:tcPr>
            <w:tcW w:w="6399" w:type="dxa"/>
            <w:tcBorders>
              <w:left w:val="single" w:sz="4" w:space="0" w:color="auto"/>
            </w:tcBorders>
          </w:tcPr>
          <w:p w14:paraId="659E1A04" w14:textId="53F94CC3" w:rsidR="00866D30" w:rsidRPr="00B801C3" w:rsidRDefault="00866D30" w:rsidP="00866D3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 Transpordi</w:t>
            </w:r>
            <w:r w:rsidRPr="00B801C3">
              <w:rPr>
                <w:rFonts w:ascii="Times New Roman" w:hAnsi="Times New Roman"/>
              </w:rPr>
              <w:t xml:space="preserve">ameti </w:t>
            </w:r>
            <w:r w:rsidR="00FA63CD">
              <w:rPr>
                <w:rFonts w:ascii="Times New Roman" w:hAnsi="Times New Roman"/>
              </w:rPr>
              <w:t>04.10</w:t>
            </w:r>
            <w:r w:rsidRPr="000E535F">
              <w:rPr>
                <w:rFonts w:ascii="Times New Roman" w:hAnsi="Times New Roman"/>
              </w:rPr>
              <w:t>.202</w:t>
            </w:r>
            <w:r w:rsidR="00BE35D7">
              <w:rPr>
                <w:rFonts w:ascii="Times New Roman" w:hAnsi="Times New Roman"/>
              </w:rPr>
              <w:t>3</w:t>
            </w:r>
            <w:r w:rsidRPr="000E535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projekti </w:t>
            </w:r>
            <w:r w:rsidRPr="00B801C3">
              <w:rPr>
                <w:rFonts w:ascii="Times New Roman" w:hAnsi="Times New Roman"/>
              </w:rPr>
              <w:t>kooskõlastus</w:t>
            </w:r>
            <w:r>
              <w:rPr>
                <w:rFonts w:ascii="Times New Roman" w:hAnsi="Times New Roman"/>
              </w:rPr>
              <w:t xml:space="preserve"> </w:t>
            </w:r>
          </w:p>
          <w:p w14:paraId="52153C89" w14:textId="3FE6408A" w:rsidR="00866D30" w:rsidRDefault="00866D30" w:rsidP="00866D30">
            <w:pPr>
              <w:rPr>
                <w:rFonts w:ascii="Times New Roman" w:hAnsi="Times New Roman"/>
              </w:rPr>
            </w:pPr>
            <w:r w:rsidRPr="000E535F">
              <w:rPr>
                <w:rFonts w:ascii="Times New Roman" w:hAnsi="Times New Roman"/>
              </w:rPr>
              <w:t>nr 7.1-2/2</w:t>
            </w:r>
            <w:r w:rsidR="00BE35D7">
              <w:rPr>
                <w:rFonts w:ascii="Times New Roman" w:hAnsi="Times New Roman"/>
              </w:rPr>
              <w:t>3</w:t>
            </w:r>
            <w:r w:rsidRPr="000E535F">
              <w:rPr>
                <w:rFonts w:ascii="Times New Roman" w:hAnsi="Times New Roman"/>
              </w:rPr>
              <w:t>/</w:t>
            </w:r>
            <w:r w:rsidR="00FA63CD">
              <w:rPr>
                <w:rFonts w:ascii="Times New Roman" w:hAnsi="Times New Roman"/>
              </w:rPr>
              <w:t>16865</w:t>
            </w:r>
            <w:r w:rsidR="007D1A90">
              <w:rPr>
                <w:rFonts w:ascii="Times New Roman" w:hAnsi="Times New Roman"/>
              </w:rPr>
              <w:t>-4</w:t>
            </w:r>
            <w:r w:rsidR="00373E92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                  </w:t>
            </w:r>
            <w:r w:rsidR="00BE35D7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/>
              </w:rPr>
              <w:t xml:space="preserve">                  1 fail;</w:t>
            </w:r>
          </w:p>
          <w:p w14:paraId="40C60C0B" w14:textId="6B3E54FD" w:rsidR="00866D30" w:rsidRDefault="00866D30" w:rsidP="00866D3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 Isikliku kasutusõiguse ala plaan</w:t>
            </w:r>
            <w:r w:rsidR="00BB0D0C">
              <w:rPr>
                <w:rFonts w:ascii="Times New Roman" w:hAnsi="Times New Roman"/>
              </w:rPr>
              <w:t xml:space="preserve">   </w:t>
            </w:r>
            <w:r>
              <w:rPr>
                <w:rFonts w:ascii="Times New Roman" w:hAnsi="Times New Roman"/>
              </w:rPr>
              <w:t xml:space="preserve">      </w:t>
            </w:r>
            <w:r w:rsidR="00FA63CD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/>
              </w:rPr>
              <w:t xml:space="preserve">     </w:t>
            </w:r>
            <w:r w:rsidR="00FF4274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 xml:space="preserve"> fail;</w:t>
            </w:r>
          </w:p>
          <w:p w14:paraId="7CA501CC" w14:textId="6C74608E" w:rsidR="00866D30" w:rsidRPr="002A70F6" w:rsidRDefault="003B390F" w:rsidP="00866D3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866D30">
              <w:rPr>
                <w:rFonts w:ascii="Times New Roman" w:hAnsi="Times New Roman"/>
              </w:rPr>
              <w:t xml:space="preserve">. Volitatud esindaja volikiri                    </w:t>
            </w:r>
            <w:r w:rsidR="00FA63CD">
              <w:rPr>
                <w:rFonts w:ascii="Times New Roman" w:hAnsi="Times New Roman"/>
              </w:rPr>
              <w:t xml:space="preserve">  </w:t>
            </w:r>
            <w:r w:rsidR="00866D30">
              <w:rPr>
                <w:rFonts w:ascii="Times New Roman" w:hAnsi="Times New Roman"/>
              </w:rPr>
              <w:t xml:space="preserve">   1 fail.</w:t>
            </w:r>
          </w:p>
        </w:tc>
      </w:tr>
      <w:tr w:rsidR="00866D30" w:rsidRPr="00B801C3" w14:paraId="1DA389D7" w14:textId="77777777" w:rsidTr="00FA63CD">
        <w:trPr>
          <w:trHeight w:val="467"/>
        </w:trPr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4BE93" w14:textId="77777777" w:rsidR="00866D30" w:rsidRPr="00B801C3" w:rsidRDefault="00866D30" w:rsidP="00866D3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6399" w:type="dxa"/>
            <w:tcBorders>
              <w:left w:val="single" w:sz="4" w:space="0" w:color="auto"/>
            </w:tcBorders>
          </w:tcPr>
          <w:p w14:paraId="56BFF840" w14:textId="77777777" w:rsidR="00866D30" w:rsidRDefault="00866D30" w:rsidP="00866D30">
            <w:pPr>
              <w:rPr>
                <w:rFonts w:ascii="Times New Roman" w:hAnsi="Times New Roman"/>
              </w:rPr>
            </w:pPr>
          </w:p>
        </w:tc>
      </w:tr>
    </w:tbl>
    <w:p w14:paraId="71852233" w14:textId="77777777" w:rsidR="00B801C3" w:rsidRPr="00B801C3" w:rsidRDefault="00B801C3" w:rsidP="00B801C3">
      <w:pPr>
        <w:rPr>
          <w:rFonts w:ascii="Times New Roman" w:hAnsi="Times New Roman"/>
        </w:rPr>
      </w:pPr>
      <w:r w:rsidRPr="00B801C3">
        <w:rPr>
          <w:rFonts w:ascii="Times New Roman" w:hAnsi="Times New Roman"/>
        </w:rPr>
        <w:t>Lugupidamisega</w:t>
      </w:r>
    </w:p>
    <w:p w14:paraId="1B7DDFDD" w14:textId="77777777" w:rsidR="00B801C3" w:rsidRPr="00B801C3" w:rsidRDefault="00B801C3" w:rsidP="00B801C3">
      <w:pPr>
        <w:rPr>
          <w:rFonts w:ascii="Times New Roman" w:hAnsi="Times New Roman"/>
        </w:rPr>
      </w:pPr>
    </w:p>
    <w:p w14:paraId="4701D2F6" w14:textId="77777777" w:rsidR="00B801C3" w:rsidRPr="00B801C3" w:rsidRDefault="00B801C3" w:rsidP="00B801C3">
      <w:pPr>
        <w:rPr>
          <w:rFonts w:ascii="Times New Roman" w:hAnsi="Times New Roman"/>
        </w:rPr>
      </w:pPr>
      <w:r w:rsidRPr="00B801C3">
        <w:rPr>
          <w:rFonts w:ascii="Times New Roman" w:hAnsi="Times New Roman"/>
        </w:rPr>
        <w:t>/allkirjastatud digitaalselt/</w:t>
      </w:r>
    </w:p>
    <w:p w14:paraId="2C07119E" w14:textId="77777777" w:rsidR="00B801C3" w:rsidRPr="00B801C3" w:rsidRDefault="00B801C3" w:rsidP="00B801C3">
      <w:pPr>
        <w:rPr>
          <w:rFonts w:ascii="Times New Roman" w:hAnsi="Times New Roman"/>
        </w:rPr>
      </w:pPr>
    </w:p>
    <w:p w14:paraId="263BA39B" w14:textId="2A454A70" w:rsidR="00B801C3" w:rsidRPr="00B801C3" w:rsidRDefault="0001635F" w:rsidP="00B801C3">
      <w:pPr>
        <w:rPr>
          <w:rFonts w:ascii="Times New Roman" w:hAnsi="Times New Roman"/>
        </w:rPr>
      </w:pPr>
      <w:r>
        <w:rPr>
          <w:rFonts w:ascii="Times New Roman" w:hAnsi="Times New Roman"/>
        </w:rPr>
        <w:t>Avo Järv</w:t>
      </w:r>
    </w:p>
    <w:p w14:paraId="5900368B" w14:textId="77777777" w:rsidR="00B801C3" w:rsidRPr="00B801C3" w:rsidRDefault="00B801C3" w:rsidP="00B801C3">
      <w:pPr>
        <w:rPr>
          <w:rFonts w:ascii="Times New Roman" w:hAnsi="Times New Roman"/>
        </w:rPr>
      </w:pPr>
      <w:r w:rsidRPr="00B801C3">
        <w:rPr>
          <w:rFonts w:ascii="Times New Roman" w:hAnsi="Times New Roman"/>
        </w:rPr>
        <w:t>Elektrilevi OÜ volitatud esindaja</w:t>
      </w:r>
    </w:p>
    <w:p w14:paraId="44482408" w14:textId="69BE91FB" w:rsidR="00627953" w:rsidRPr="00582590" w:rsidRDefault="00B801C3" w:rsidP="00582590">
      <w:pPr>
        <w:rPr>
          <w:rFonts w:cs="Arial"/>
          <w:sz w:val="22"/>
          <w:szCs w:val="22"/>
        </w:rPr>
      </w:pPr>
      <w:r w:rsidRPr="00B801C3">
        <w:rPr>
          <w:rFonts w:ascii="Times New Roman" w:hAnsi="Times New Roman"/>
        </w:rPr>
        <w:t>Tel: +372 534</w:t>
      </w:r>
      <w:r w:rsidR="0001635F">
        <w:rPr>
          <w:rFonts w:ascii="Times New Roman" w:hAnsi="Times New Roman"/>
        </w:rPr>
        <w:t>34698</w:t>
      </w:r>
    </w:p>
    <w:sectPr w:rsidR="00627953" w:rsidRPr="00582590" w:rsidSect="00D4458D">
      <w:footerReference w:type="first" r:id="rId14"/>
      <w:pgSz w:w="11900" w:h="16840"/>
      <w:pgMar w:top="2155" w:right="851" w:bottom="1440" w:left="1701" w:header="709" w:footer="181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161940" w14:textId="77777777" w:rsidR="00130F76" w:rsidRDefault="00130F76">
      <w:r>
        <w:separator/>
      </w:r>
    </w:p>
  </w:endnote>
  <w:endnote w:type="continuationSeparator" w:id="0">
    <w:p w14:paraId="1E58F734" w14:textId="77777777" w:rsidR="00130F76" w:rsidRDefault="00130F76">
      <w:r>
        <w:continuationSeparator/>
      </w:r>
    </w:p>
  </w:endnote>
  <w:endnote w:type="continuationNotice" w:id="1">
    <w:p w14:paraId="491949F0" w14:textId="77777777" w:rsidR="00130F76" w:rsidRDefault="00130F7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81" w:rightFromText="181" w:vertAnchor="page" w:horzAnchor="page" w:tblpX="5217" w:tblpY="15027"/>
      <w:tblOverlap w:val="never"/>
      <w:tblW w:w="11410" w:type="dxa"/>
      <w:tblLook w:val="0000" w:firstRow="0" w:lastRow="0" w:firstColumn="0" w:lastColumn="0" w:noHBand="0" w:noVBand="0"/>
    </w:tblPr>
    <w:tblGrid>
      <w:gridCol w:w="3471"/>
      <w:gridCol w:w="2483"/>
      <w:gridCol w:w="3471"/>
      <w:gridCol w:w="1985"/>
    </w:tblGrid>
    <w:tr w:rsidR="00A33A60" w14:paraId="701669CF" w14:textId="77777777" w:rsidTr="00A33A60">
      <w:tc>
        <w:tcPr>
          <w:tcW w:w="3471" w:type="dxa"/>
        </w:tcPr>
        <w:p w14:paraId="429370A7" w14:textId="575A65E5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ELEKTRILEVI OÜ</w:t>
          </w:r>
        </w:p>
      </w:tc>
      <w:tc>
        <w:tcPr>
          <w:tcW w:w="2483" w:type="dxa"/>
          <w:vAlign w:val="bottom"/>
        </w:tcPr>
        <w:p w14:paraId="2D558ABD" w14:textId="4203DF0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proofErr w:type="spellStart"/>
          <w:r>
            <w:rPr>
              <w:rFonts w:eastAsia="Cambria" w:cs="Arial"/>
              <w:color w:val="000000"/>
              <w:sz w:val="18"/>
              <w:lang w:val="lv-LV"/>
            </w:rPr>
            <w:t>Tel</w:t>
          </w:r>
          <w:proofErr w:type="spellEnd"/>
          <w:r>
            <w:rPr>
              <w:rFonts w:eastAsia="Cambria" w:cs="Arial"/>
              <w:color w:val="000000"/>
              <w:sz w:val="18"/>
              <w:lang w:val="lv-LV"/>
            </w:rPr>
            <w:t xml:space="preserve"> 715 4230</w:t>
          </w:r>
        </w:p>
      </w:tc>
      <w:tc>
        <w:tcPr>
          <w:tcW w:w="3471" w:type="dxa"/>
        </w:tcPr>
        <w:p w14:paraId="6320DE3C" w14:textId="660E02EF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1985" w:type="dxa"/>
        </w:tcPr>
        <w:p w14:paraId="7EFAA199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</w:tr>
    <w:tr w:rsidR="00A33A60" w:rsidRPr="0077377F" w14:paraId="7AFEF21B" w14:textId="77777777" w:rsidTr="00A33A60">
      <w:trPr>
        <w:trHeight w:val="633"/>
      </w:trPr>
      <w:tc>
        <w:tcPr>
          <w:tcW w:w="3471" w:type="dxa"/>
        </w:tcPr>
        <w:p w14:paraId="298FEB68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proofErr w:type="spellStart"/>
          <w:r>
            <w:rPr>
              <w:rFonts w:eastAsia="Cambria" w:cs="Arial"/>
              <w:color w:val="000000"/>
              <w:sz w:val="18"/>
              <w:lang w:val="lv-LV"/>
            </w:rPr>
            <w:t>Veskiposti</w:t>
          </w:r>
          <w:proofErr w:type="spellEnd"/>
          <w:r>
            <w:rPr>
              <w:rFonts w:eastAsia="Cambria" w:cs="Arial"/>
              <w:color w:val="000000"/>
              <w:sz w:val="18"/>
              <w:lang w:val="lv-LV"/>
            </w:rPr>
            <w:t xml:space="preserve"> 2, 10138 </w:t>
          </w:r>
          <w:proofErr w:type="spellStart"/>
          <w:r>
            <w:rPr>
              <w:rFonts w:eastAsia="Cambria" w:cs="Arial"/>
              <w:color w:val="000000"/>
              <w:sz w:val="18"/>
              <w:lang w:val="lv-LV"/>
            </w:rPr>
            <w:t>Tallinn</w:t>
          </w:r>
          <w:proofErr w:type="spellEnd"/>
        </w:p>
        <w:p w14:paraId="1332CF6C" w14:textId="1146C2C9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proofErr w:type="spellStart"/>
          <w:r>
            <w:rPr>
              <w:rFonts w:eastAsia="Cambria" w:cs="Arial"/>
              <w:sz w:val="18"/>
              <w:lang w:val="lv-LV"/>
            </w:rPr>
            <w:t>Reg.k</w:t>
          </w:r>
          <w:r w:rsidRPr="0077377F">
            <w:rPr>
              <w:rFonts w:eastAsia="Cambria" w:cs="Arial"/>
              <w:sz w:val="18"/>
              <w:lang w:val="lv-LV"/>
            </w:rPr>
            <w:t>ood</w:t>
          </w:r>
          <w:proofErr w:type="spellEnd"/>
          <w:r w:rsidRPr="0077377F">
            <w:rPr>
              <w:rFonts w:eastAsia="Cambria" w:cs="Arial"/>
              <w:sz w:val="18"/>
              <w:lang w:val="lv-LV"/>
            </w:rPr>
            <w:t xml:space="preserve"> 11050857</w:t>
          </w:r>
        </w:p>
      </w:tc>
      <w:tc>
        <w:tcPr>
          <w:tcW w:w="2483" w:type="dxa"/>
        </w:tcPr>
        <w:p w14:paraId="62AB4FDE" w14:textId="77777777" w:rsidR="00A33A60" w:rsidRPr="0077377F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sz w:val="18"/>
              <w:lang w:val="lv-LV"/>
            </w:rPr>
          </w:pPr>
          <w:r>
            <w:rPr>
              <w:rFonts w:eastAsia="Cambria" w:cs="Arial"/>
              <w:sz w:val="18"/>
              <w:lang w:val="lv-LV"/>
            </w:rPr>
            <w:t>elektrilevi@elektrilevi</w:t>
          </w:r>
          <w:r w:rsidRPr="0077377F">
            <w:rPr>
              <w:rFonts w:eastAsia="Cambria" w:cs="Arial"/>
              <w:sz w:val="18"/>
              <w:lang w:val="lv-LV"/>
            </w:rPr>
            <w:t>.ee</w:t>
          </w:r>
        </w:p>
        <w:p w14:paraId="1F4C1590" w14:textId="6123CFFD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www.elektrilevi.ee</w:t>
          </w:r>
        </w:p>
      </w:tc>
      <w:tc>
        <w:tcPr>
          <w:tcW w:w="3471" w:type="dxa"/>
        </w:tcPr>
        <w:p w14:paraId="2B64FA8B" w14:textId="46F07E8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1985" w:type="dxa"/>
        </w:tcPr>
        <w:p w14:paraId="5293610C" w14:textId="5822C036" w:rsidR="00A33A60" w:rsidRPr="0077377F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sz w:val="18"/>
              <w:lang w:val="lv-LV"/>
            </w:rPr>
          </w:pPr>
        </w:p>
      </w:tc>
    </w:tr>
  </w:tbl>
  <w:p w14:paraId="219AF377" w14:textId="3FD43824" w:rsidR="00627953" w:rsidRDefault="0062795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9473C8" w14:textId="77777777" w:rsidR="00130F76" w:rsidRDefault="00130F76">
      <w:r>
        <w:separator/>
      </w:r>
    </w:p>
  </w:footnote>
  <w:footnote w:type="continuationSeparator" w:id="0">
    <w:p w14:paraId="23D6B43E" w14:textId="77777777" w:rsidR="00130F76" w:rsidRDefault="00130F76">
      <w:r>
        <w:continuationSeparator/>
      </w:r>
    </w:p>
  </w:footnote>
  <w:footnote w:type="continuationNotice" w:id="1">
    <w:p w14:paraId="2B154A91" w14:textId="77777777" w:rsidR="00130F76" w:rsidRDefault="00130F76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5F1F81"/>
    <w:multiLevelType w:val="hybridMultilevel"/>
    <w:tmpl w:val="682CC70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596053"/>
    <w:multiLevelType w:val="hybridMultilevel"/>
    <w:tmpl w:val="168408A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55537995">
    <w:abstractNumId w:val="1"/>
  </w:num>
  <w:num w:numId="2" w16cid:durableId="13566160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8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77F"/>
    <w:rsid w:val="000013FB"/>
    <w:rsid w:val="00011579"/>
    <w:rsid w:val="0001635F"/>
    <w:rsid w:val="00020F81"/>
    <w:rsid w:val="0002542D"/>
    <w:rsid w:val="00025DA6"/>
    <w:rsid w:val="00034DBA"/>
    <w:rsid w:val="00054211"/>
    <w:rsid w:val="00055ABF"/>
    <w:rsid w:val="00056E60"/>
    <w:rsid w:val="0006756D"/>
    <w:rsid w:val="00067EBB"/>
    <w:rsid w:val="00075D51"/>
    <w:rsid w:val="00091BAB"/>
    <w:rsid w:val="00092752"/>
    <w:rsid w:val="000B417F"/>
    <w:rsid w:val="000B4850"/>
    <w:rsid w:val="000C59F5"/>
    <w:rsid w:val="000E535F"/>
    <w:rsid w:val="000E56BE"/>
    <w:rsid w:val="000F5053"/>
    <w:rsid w:val="000F74CB"/>
    <w:rsid w:val="001016D1"/>
    <w:rsid w:val="00103093"/>
    <w:rsid w:val="00104D52"/>
    <w:rsid w:val="001132B3"/>
    <w:rsid w:val="00115920"/>
    <w:rsid w:val="0013032B"/>
    <w:rsid w:val="00130424"/>
    <w:rsid w:val="00130F76"/>
    <w:rsid w:val="00131161"/>
    <w:rsid w:val="00132D5C"/>
    <w:rsid w:val="0013360F"/>
    <w:rsid w:val="0013685B"/>
    <w:rsid w:val="001377DA"/>
    <w:rsid w:val="001426E6"/>
    <w:rsid w:val="00146F8F"/>
    <w:rsid w:val="00156988"/>
    <w:rsid w:val="00157360"/>
    <w:rsid w:val="001626FC"/>
    <w:rsid w:val="00164641"/>
    <w:rsid w:val="0016496D"/>
    <w:rsid w:val="00166A4A"/>
    <w:rsid w:val="00174E97"/>
    <w:rsid w:val="001777AF"/>
    <w:rsid w:val="00183FC5"/>
    <w:rsid w:val="00190664"/>
    <w:rsid w:val="0019253D"/>
    <w:rsid w:val="001B412A"/>
    <w:rsid w:val="001B6ED6"/>
    <w:rsid w:val="001C146B"/>
    <w:rsid w:val="001D1D06"/>
    <w:rsid w:val="001D5D29"/>
    <w:rsid w:val="001D65CC"/>
    <w:rsid w:val="001E0861"/>
    <w:rsid w:val="002006B3"/>
    <w:rsid w:val="00201F2A"/>
    <w:rsid w:val="00203B6C"/>
    <w:rsid w:val="00203FF9"/>
    <w:rsid w:val="00215395"/>
    <w:rsid w:val="002214F2"/>
    <w:rsid w:val="00227602"/>
    <w:rsid w:val="00232224"/>
    <w:rsid w:val="00232F6A"/>
    <w:rsid w:val="00243817"/>
    <w:rsid w:val="00244988"/>
    <w:rsid w:val="002454B3"/>
    <w:rsid w:val="00245ECA"/>
    <w:rsid w:val="002545FF"/>
    <w:rsid w:val="00262454"/>
    <w:rsid w:val="00264B30"/>
    <w:rsid w:val="00267381"/>
    <w:rsid w:val="00267555"/>
    <w:rsid w:val="002726A3"/>
    <w:rsid w:val="00274E02"/>
    <w:rsid w:val="00293EAC"/>
    <w:rsid w:val="002A23D8"/>
    <w:rsid w:val="002A70F6"/>
    <w:rsid w:val="002B3872"/>
    <w:rsid w:val="002C36A5"/>
    <w:rsid w:val="002D4D27"/>
    <w:rsid w:val="002E0EF7"/>
    <w:rsid w:val="002E5106"/>
    <w:rsid w:val="002F1E80"/>
    <w:rsid w:val="003077C4"/>
    <w:rsid w:val="00313843"/>
    <w:rsid w:val="003211EB"/>
    <w:rsid w:val="00326C2D"/>
    <w:rsid w:val="0034008B"/>
    <w:rsid w:val="003551E2"/>
    <w:rsid w:val="00357C22"/>
    <w:rsid w:val="00360DB3"/>
    <w:rsid w:val="00361541"/>
    <w:rsid w:val="00373E92"/>
    <w:rsid w:val="0037535F"/>
    <w:rsid w:val="0037561A"/>
    <w:rsid w:val="00377564"/>
    <w:rsid w:val="00377BF2"/>
    <w:rsid w:val="0038079E"/>
    <w:rsid w:val="003B390F"/>
    <w:rsid w:val="003C1DF5"/>
    <w:rsid w:val="003C4625"/>
    <w:rsid w:val="003C4AA1"/>
    <w:rsid w:val="003C7BAE"/>
    <w:rsid w:val="003D353D"/>
    <w:rsid w:val="003D3ADC"/>
    <w:rsid w:val="003D4827"/>
    <w:rsid w:val="003D4C10"/>
    <w:rsid w:val="003D6B78"/>
    <w:rsid w:val="003E6E8E"/>
    <w:rsid w:val="003F1570"/>
    <w:rsid w:val="003F5996"/>
    <w:rsid w:val="00400DD2"/>
    <w:rsid w:val="00413593"/>
    <w:rsid w:val="00415D3C"/>
    <w:rsid w:val="00430439"/>
    <w:rsid w:val="0043188C"/>
    <w:rsid w:val="00433B4A"/>
    <w:rsid w:val="00470107"/>
    <w:rsid w:val="0047318E"/>
    <w:rsid w:val="0047377E"/>
    <w:rsid w:val="00473C07"/>
    <w:rsid w:val="0047575A"/>
    <w:rsid w:val="004807F8"/>
    <w:rsid w:val="00496C8C"/>
    <w:rsid w:val="004A02EE"/>
    <w:rsid w:val="004A3AD1"/>
    <w:rsid w:val="004A71EB"/>
    <w:rsid w:val="004D1D70"/>
    <w:rsid w:val="004D3700"/>
    <w:rsid w:val="004D47B5"/>
    <w:rsid w:val="004D5B4F"/>
    <w:rsid w:val="004E4954"/>
    <w:rsid w:val="004E4F69"/>
    <w:rsid w:val="00510B00"/>
    <w:rsid w:val="005237C6"/>
    <w:rsid w:val="00524969"/>
    <w:rsid w:val="00524FA2"/>
    <w:rsid w:val="00532D2F"/>
    <w:rsid w:val="00533D37"/>
    <w:rsid w:val="00534055"/>
    <w:rsid w:val="00543B8C"/>
    <w:rsid w:val="00544A85"/>
    <w:rsid w:val="005542CD"/>
    <w:rsid w:val="00561EC0"/>
    <w:rsid w:val="0056475E"/>
    <w:rsid w:val="00564994"/>
    <w:rsid w:val="00566692"/>
    <w:rsid w:val="005779A8"/>
    <w:rsid w:val="00580B49"/>
    <w:rsid w:val="00582590"/>
    <w:rsid w:val="0059048C"/>
    <w:rsid w:val="0059052A"/>
    <w:rsid w:val="00593ECE"/>
    <w:rsid w:val="00594998"/>
    <w:rsid w:val="00595CEA"/>
    <w:rsid w:val="00596D99"/>
    <w:rsid w:val="005A025F"/>
    <w:rsid w:val="005A217D"/>
    <w:rsid w:val="005A7552"/>
    <w:rsid w:val="005B2B57"/>
    <w:rsid w:val="005B4482"/>
    <w:rsid w:val="005C5F31"/>
    <w:rsid w:val="005D7A36"/>
    <w:rsid w:val="005E53E7"/>
    <w:rsid w:val="00601A66"/>
    <w:rsid w:val="00605B27"/>
    <w:rsid w:val="0061301A"/>
    <w:rsid w:val="00614E1A"/>
    <w:rsid w:val="00615D38"/>
    <w:rsid w:val="00617CB6"/>
    <w:rsid w:val="0062483F"/>
    <w:rsid w:val="00627953"/>
    <w:rsid w:val="00630E61"/>
    <w:rsid w:val="00634ACB"/>
    <w:rsid w:val="00635FAE"/>
    <w:rsid w:val="006378C4"/>
    <w:rsid w:val="006466E4"/>
    <w:rsid w:val="006644FA"/>
    <w:rsid w:val="00676A6D"/>
    <w:rsid w:val="00677233"/>
    <w:rsid w:val="006820CA"/>
    <w:rsid w:val="00682E2B"/>
    <w:rsid w:val="0068591F"/>
    <w:rsid w:val="00687933"/>
    <w:rsid w:val="006907AC"/>
    <w:rsid w:val="00694BA3"/>
    <w:rsid w:val="00697A7B"/>
    <w:rsid w:val="00697C6B"/>
    <w:rsid w:val="006A3A86"/>
    <w:rsid w:val="006B28B7"/>
    <w:rsid w:val="006B36E7"/>
    <w:rsid w:val="006C3830"/>
    <w:rsid w:val="006D4B8F"/>
    <w:rsid w:val="006D68E5"/>
    <w:rsid w:val="006E4687"/>
    <w:rsid w:val="006E7138"/>
    <w:rsid w:val="006F595A"/>
    <w:rsid w:val="00704C53"/>
    <w:rsid w:val="00705226"/>
    <w:rsid w:val="007077C6"/>
    <w:rsid w:val="007142E7"/>
    <w:rsid w:val="00717079"/>
    <w:rsid w:val="00720EE5"/>
    <w:rsid w:val="00724591"/>
    <w:rsid w:val="007309B6"/>
    <w:rsid w:val="007330ED"/>
    <w:rsid w:val="007436D3"/>
    <w:rsid w:val="00745750"/>
    <w:rsid w:val="00747174"/>
    <w:rsid w:val="00751A02"/>
    <w:rsid w:val="0075476E"/>
    <w:rsid w:val="00754C52"/>
    <w:rsid w:val="007555E0"/>
    <w:rsid w:val="00761373"/>
    <w:rsid w:val="007665AA"/>
    <w:rsid w:val="00766D43"/>
    <w:rsid w:val="007675DB"/>
    <w:rsid w:val="0077377F"/>
    <w:rsid w:val="00781DB6"/>
    <w:rsid w:val="007878CB"/>
    <w:rsid w:val="00791C61"/>
    <w:rsid w:val="007A1BC8"/>
    <w:rsid w:val="007A795F"/>
    <w:rsid w:val="007B15C2"/>
    <w:rsid w:val="007C0443"/>
    <w:rsid w:val="007C1B49"/>
    <w:rsid w:val="007D1A90"/>
    <w:rsid w:val="007E3A05"/>
    <w:rsid w:val="007F109E"/>
    <w:rsid w:val="008029AC"/>
    <w:rsid w:val="008058E8"/>
    <w:rsid w:val="0081552F"/>
    <w:rsid w:val="0082604D"/>
    <w:rsid w:val="008447C1"/>
    <w:rsid w:val="00852619"/>
    <w:rsid w:val="008644A3"/>
    <w:rsid w:val="00864778"/>
    <w:rsid w:val="00864F9A"/>
    <w:rsid w:val="00866D30"/>
    <w:rsid w:val="00870086"/>
    <w:rsid w:val="008856FB"/>
    <w:rsid w:val="00891EC8"/>
    <w:rsid w:val="0089426A"/>
    <w:rsid w:val="008C2B9A"/>
    <w:rsid w:val="008C4D44"/>
    <w:rsid w:val="008D3857"/>
    <w:rsid w:val="008D3C80"/>
    <w:rsid w:val="008D6B5D"/>
    <w:rsid w:val="008D7EBE"/>
    <w:rsid w:val="008E2F07"/>
    <w:rsid w:val="008E350E"/>
    <w:rsid w:val="008E73FB"/>
    <w:rsid w:val="008F0449"/>
    <w:rsid w:val="008F1236"/>
    <w:rsid w:val="008F2213"/>
    <w:rsid w:val="008F2A05"/>
    <w:rsid w:val="008F76EC"/>
    <w:rsid w:val="008F798D"/>
    <w:rsid w:val="0091484C"/>
    <w:rsid w:val="00915CCD"/>
    <w:rsid w:val="00916A21"/>
    <w:rsid w:val="009278B9"/>
    <w:rsid w:val="00931BF9"/>
    <w:rsid w:val="009408BE"/>
    <w:rsid w:val="00942C1B"/>
    <w:rsid w:val="00946B41"/>
    <w:rsid w:val="00947AE1"/>
    <w:rsid w:val="00947EEF"/>
    <w:rsid w:val="0095119C"/>
    <w:rsid w:val="00963479"/>
    <w:rsid w:val="0096721D"/>
    <w:rsid w:val="00980D3C"/>
    <w:rsid w:val="009854D6"/>
    <w:rsid w:val="00985605"/>
    <w:rsid w:val="00985885"/>
    <w:rsid w:val="00995A4B"/>
    <w:rsid w:val="009979CA"/>
    <w:rsid w:val="009B7578"/>
    <w:rsid w:val="009B79F9"/>
    <w:rsid w:val="009C237C"/>
    <w:rsid w:val="009C29C8"/>
    <w:rsid w:val="009D38F3"/>
    <w:rsid w:val="009E0870"/>
    <w:rsid w:val="009E181A"/>
    <w:rsid w:val="009E1E9E"/>
    <w:rsid w:val="009E2F0F"/>
    <w:rsid w:val="009E583D"/>
    <w:rsid w:val="009F3517"/>
    <w:rsid w:val="009F409F"/>
    <w:rsid w:val="00A05FE2"/>
    <w:rsid w:val="00A12576"/>
    <w:rsid w:val="00A17A70"/>
    <w:rsid w:val="00A21AA1"/>
    <w:rsid w:val="00A25DCD"/>
    <w:rsid w:val="00A273A2"/>
    <w:rsid w:val="00A32D8A"/>
    <w:rsid w:val="00A33A60"/>
    <w:rsid w:val="00A422E8"/>
    <w:rsid w:val="00A42E92"/>
    <w:rsid w:val="00A43A3D"/>
    <w:rsid w:val="00A519A8"/>
    <w:rsid w:val="00A65739"/>
    <w:rsid w:val="00A7678F"/>
    <w:rsid w:val="00A80D1B"/>
    <w:rsid w:val="00A87A19"/>
    <w:rsid w:val="00A87E71"/>
    <w:rsid w:val="00AA4DC2"/>
    <w:rsid w:val="00AA5BCE"/>
    <w:rsid w:val="00AA6927"/>
    <w:rsid w:val="00AB0087"/>
    <w:rsid w:val="00AB27A8"/>
    <w:rsid w:val="00AB605E"/>
    <w:rsid w:val="00AB6099"/>
    <w:rsid w:val="00AB6C30"/>
    <w:rsid w:val="00AC149D"/>
    <w:rsid w:val="00AC62D7"/>
    <w:rsid w:val="00AD568D"/>
    <w:rsid w:val="00AE685A"/>
    <w:rsid w:val="00AE6CB7"/>
    <w:rsid w:val="00B04620"/>
    <w:rsid w:val="00B06016"/>
    <w:rsid w:val="00B142A0"/>
    <w:rsid w:val="00B2470E"/>
    <w:rsid w:val="00B31B26"/>
    <w:rsid w:val="00B33B98"/>
    <w:rsid w:val="00B422E1"/>
    <w:rsid w:val="00B603AC"/>
    <w:rsid w:val="00B60550"/>
    <w:rsid w:val="00B74ED3"/>
    <w:rsid w:val="00B766E3"/>
    <w:rsid w:val="00B801C3"/>
    <w:rsid w:val="00B80E6E"/>
    <w:rsid w:val="00B86865"/>
    <w:rsid w:val="00B9248B"/>
    <w:rsid w:val="00BA6639"/>
    <w:rsid w:val="00BB0D0C"/>
    <w:rsid w:val="00BB2F58"/>
    <w:rsid w:val="00BB5B45"/>
    <w:rsid w:val="00BB6BBE"/>
    <w:rsid w:val="00BC10D7"/>
    <w:rsid w:val="00BD3A92"/>
    <w:rsid w:val="00BD48B5"/>
    <w:rsid w:val="00BE35D7"/>
    <w:rsid w:val="00BF035E"/>
    <w:rsid w:val="00BF687E"/>
    <w:rsid w:val="00BF6B6D"/>
    <w:rsid w:val="00C105EE"/>
    <w:rsid w:val="00C12177"/>
    <w:rsid w:val="00C151C9"/>
    <w:rsid w:val="00C15771"/>
    <w:rsid w:val="00C26FF0"/>
    <w:rsid w:val="00C34030"/>
    <w:rsid w:val="00C34716"/>
    <w:rsid w:val="00C44656"/>
    <w:rsid w:val="00C45FA3"/>
    <w:rsid w:val="00C53640"/>
    <w:rsid w:val="00C5407C"/>
    <w:rsid w:val="00C63D7A"/>
    <w:rsid w:val="00C67098"/>
    <w:rsid w:val="00C77651"/>
    <w:rsid w:val="00C77F19"/>
    <w:rsid w:val="00C80630"/>
    <w:rsid w:val="00C86912"/>
    <w:rsid w:val="00C975FB"/>
    <w:rsid w:val="00CA2EF7"/>
    <w:rsid w:val="00CA762F"/>
    <w:rsid w:val="00CD3A22"/>
    <w:rsid w:val="00CD4DCF"/>
    <w:rsid w:val="00CE0278"/>
    <w:rsid w:val="00CF1FCB"/>
    <w:rsid w:val="00D050D5"/>
    <w:rsid w:val="00D053B1"/>
    <w:rsid w:val="00D17EA9"/>
    <w:rsid w:val="00D21309"/>
    <w:rsid w:val="00D21C1E"/>
    <w:rsid w:val="00D22AF7"/>
    <w:rsid w:val="00D242C5"/>
    <w:rsid w:val="00D25D80"/>
    <w:rsid w:val="00D26A7E"/>
    <w:rsid w:val="00D30539"/>
    <w:rsid w:val="00D40E16"/>
    <w:rsid w:val="00D4420F"/>
    <w:rsid w:val="00D4458D"/>
    <w:rsid w:val="00D8795C"/>
    <w:rsid w:val="00D87E78"/>
    <w:rsid w:val="00D93313"/>
    <w:rsid w:val="00D9349E"/>
    <w:rsid w:val="00D93CD6"/>
    <w:rsid w:val="00D951E7"/>
    <w:rsid w:val="00DA0C38"/>
    <w:rsid w:val="00DB1054"/>
    <w:rsid w:val="00DB424B"/>
    <w:rsid w:val="00DB7173"/>
    <w:rsid w:val="00DC1FEC"/>
    <w:rsid w:val="00DC468D"/>
    <w:rsid w:val="00DC48B2"/>
    <w:rsid w:val="00DE0304"/>
    <w:rsid w:val="00DF3628"/>
    <w:rsid w:val="00DF7E0E"/>
    <w:rsid w:val="00E067C9"/>
    <w:rsid w:val="00E20EBA"/>
    <w:rsid w:val="00E23BC9"/>
    <w:rsid w:val="00E366A1"/>
    <w:rsid w:val="00E54EB8"/>
    <w:rsid w:val="00E60DD0"/>
    <w:rsid w:val="00E62F83"/>
    <w:rsid w:val="00E93AC7"/>
    <w:rsid w:val="00E93B12"/>
    <w:rsid w:val="00EB7683"/>
    <w:rsid w:val="00EC1174"/>
    <w:rsid w:val="00ED222E"/>
    <w:rsid w:val="00ED26F8"/>
    <w:rsid w:val="00ED3888"/>
    <w:rsid w:val="00EE38E1"/>
    <w:rsid w:val="00EE61F2"/>
    <w:rsid w:val="00EE7A94"/>
    <w:rsid w:val="00EF01D3"/>
    <w:rsid w:val="00F05986"/>
    <w:rsid w:val="00F15877"/>
    <w:rsid w:val="00F17779"/>
    <w:rsid w:val="00F22DFE"/>
    <w:rsid w:val="00F24004"/>
    <w:rsid w:val="00F31717"/>
    <w:rsid w:val="00F3774C"/>
    <w:rsid w:val="00F50474"/>
    <w:rsid w:val="00F516DF"/>
    <w:rsid w:val="00F55ADB"/>
    <w:rsid w:val="00F64367"/>
    <w:rsid w:val="00F735AF"/>
    <w:rsid w:val="00F9120F"/>
    <w:rsid w:val="00F94E63"/>
    <w:rsid w:val="00F97C99"/>
    <w:rsid w:val="00FA24E0"/>
    <w:rsid w:val="00FA63CD"/>
    <w:rsid w:val="00FA77D7"/>
    <w:rsid w:val="00FB7F91"/>
    <w:rsid w:val="00FC4F54"/>
    <w:rsid w:val="00FD1155"/>
    <w:rsid w:val="00FD31D2"/>
    <w:rsid w:val="00FD4512"/>
    <w:rsid w:val="00FD6479"/>
    <w:rsid w:val="00FE2075"/>
    <w:rsid w:val="00FE35E3"/>
    <w:rsid w:val="00FF4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891DE7C"/>
  <w15:chartTrackingRefBased/>
  <w15:docId w15:val="{53AC0189-6BDF-438E-B8E8-B6AD8242B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No List" w:uiPriority="99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cs-CZ" w:eastAsia="en-US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eastAsia="Arial Unicode MS"/>
      <w:b/>
      <w:i/>
      <w:szCs w:val="20"/>
      <w:lang w:val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1">
    <w:name w:val="Char Char1"/>
    <w:basedOn w:val="DefaultParagraphFont"/>
    <w:semiHidden/>
  </w:style>
  <w:style w:type="paragraph" w:styleId="Footer">
    <w:name w:val="foot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">
    <w:name w:val="Char Char"/>
    <w:basedOn w:val="DefaultParagraphFont"/>
    <w:semiHidden/>
  </w:style>
  <w:style w:type="paragraph" w:customStyle="1" w:styleId="Kirjatekst">
    <w:name w:val="Kirja tekst"/>
    <w:basedOn w:val="Normal"/>
    <w:autoRedefine/>
    <w:pPr>
      <w:spacing w:after="240"/>
    </w:pPr>
    <w:rPr>
      <w:rFonts w:eastAsia="Times New Roman" w:cs="Arial"/>
      <w:sz w:val="22"/>
      <w:szCs w:val="20"/>
      <w:lang w:val="et-EE"/>
    </w:rPr>
  </w:style>
  <w:style w:type="paragraph" w:styleId="BodyText3">
    <w:name w:val="Body Text 3"/>
    <w:basedOn w:val="Normal"/>
    <w:rPr>
      <w:rFonts w:eastAsia="Times New Roman" w:cs="Arial"/>
      <w:color w:val="000000"/>
      <w:sz w:val="22"/>
      <w:szCs w:val="22"/>
      <w:lang w:val="et-EE"/>
    </w:rPr>
  </w:style>
  <w:style w:type="character" w:styleId="Hyperlink">
    <w:name w:val="Hyperlink"/>
    <w:basedOn w:val="DefaultParagraphFont"/>
    <w:rsid w:val="00B801C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801C3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946B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avo.jarv@energia.ee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andra.sokk@energia.ee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ANNALL~1\LOCALS~1\Temp\notesAB5C09\EE_Jaotusv&#245;rk_Tallinn_EST_logog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E6770AA959F54399A8F09E68B9B650" ma:contentTypeVersion="11" ma:contentTypeDescription="Create a new document." ma:contentTypeScope="" ma:versionID="74ce39c70f745fa8f8aecff1795ce1a0">
  <xsd:schema xmlns:xsd="http://www.w3.org/2001/XMLSchema" xmlns:xs="http://www.w3.org/2001/XMLSchema" xmlns:p="http://schemas.microsoft.com/office/2006/metadata/properties" xmlns:ns2="3b43ac6d-9714-499f-aa1d-77116647b538" xmlns:ns3="50337f92-f42a-4d3e-90e5-7ec1aa133e6c" targetNamespace="http://schemas.microsoft.com/office/2006/metadata/properties" ma:root="true" ma:fieldsID="8f0685d9fedd25f12728119340de9caa" ns2:_="" ns3:_="">
    <xsd:import namespace="3b43ac6d-9714-499f-aa1d-77116647b538"/>
    <xsd:import namespace="50337f92-f42a-4d3e-90e5-7ec1aa133e6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43ac6d-9714-499f-aa1d-77116647b53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337f92-f42a-4d3e-90e5-7ec1aa133e6c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69A423E-20BB-4500-9191-A2DF02F434F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E211B72-DC52-4C7D-BD1C-F431AF7A8C1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03C3BF3-C0D2-4A60-B92A-FFA0CBC16F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b43ac6d-9714-499f-aa1d-77116647b538"/>
    <ds:schemaRef ds:uri="50337f92-f42a-4d3e-90e5-7ec1aa133e6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CEE53F9-3E55-4F2D-9105-148E7FD87E1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EE_Jaotusvõrk_Tallinn_EST_logoga.dot</Template>
  <TotalTime>647</TotalTime>
  <Pages>2</Pages>
  <Words>309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Hr/Pr ning ees- ja perekonnanimi</vt:lpstr>
    </vt:vector>
  </TitlesOfParts>
  <Company>Kreatiff</Company>
  <LinksUpToDate>false</LinksUpToDate>
  <CharactersWithSpaces>2099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Hr/Pr ning ees- ja perekonnanimi</dc:title>
  <dc:subject/>
  <dc:creator>ITH</dc:creator>
  <cp:keywords/>
  <cp:lastModifiedBy>Avo Järv</cp:lastModifiedBy>
  <cp:revision>382</cp:revision>
  <cp:lastPrinted>2022-01-11T09:20:00Z</cp:lastPrinted>
  <dcterms:created xsi:type="dcterms:W3CDTF">2022-01-10T12:44:00Z</dcterms:created>
  <dcterms:modified xsi:type="dcterms:W3CDTF">2023-10-09T07:04:00Z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0x010100EEE6770AA959F54399A8F09E68B9B650</vt:lpwstr>
  </property>
</Properties>
</file>